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24B" w:rsidRDefault="00DD724B" w:rsidP="00635A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Приложение № 1</w:t>
      </w:r>
    </w:p>
    <w:p w:rsidR="00DD724B" w:rsidRDefault="00DD724B" w:rsidP="00635A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DD724B" w:rsidRDefault="00DD724B" w:rsidP="00635A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Развитие образования на территории Нижнесергинского</w:t>
      </w:r>
    </w:p>
    <w:p w:rsidR="00DD724B" w:rsidRDefault="00DD724B" w:rsidP="00CE374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на 2017 -2020 годы »</w:t>
      </w:r>
      <w:bookmarkStart w:id="1" w:name="P225"/>
      <w:bookmarkEnd w:id="1"/>
    </w:p>
    <w:p w:rsidR="00DD724B" w:rsidRDefault="00DD724B" w:rsidP="009D056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D724B" w:rsidRDefault="00DD724B" w:rsidP="009D056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ЦЕЛИ, ЗАДАЧИ И ЦЕЛЕВЫЕ ПОКАЗАТЕЛИ</w:t>
      </w:r>
    </w:p>
    <w:p w:rsidR="00DD724B" w:rsidRDefault="00DD724B" w:rsidP="00585CB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</w:t>
      </w:r>
    </w:p>
    <w:p w:rsidR="00DD724B" w:rsidRDefault="00DD724B" w:rsidP="00585CB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"РАЗВИТИЕ ОБРАЗОВАНИЯ НА ТЕРРИТОРИИ НИЖНЕСЕРГИНСКОГО  МУНИЦИПАЛЬНОГО РАЙОНА</w:t>
      </w:r>
    </w:p>
    <w:p w:rsidR="00DD724B" w:rsidRDefault="00DD724B" w:rsidP="009D056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 2017 - 2020 годы "</w:t>
      </w:r>
    </w:p>
    <w:p w:rsidR="00DD724B" w:rsidRDefault="00DD724B" w:rsidP="009D05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29"/>
        <w:gridCol w:w="2932"/>
        <w:gridCol w:w="896"/>
        <w:gridCol w:w="96"/>
        <w:gridCol w:w="1581"/>
        <w:gridCol w:w="96"/>
        <w:gridCol w:w="1463"/>
        <w:gridCol w:w="96"/>
        <w:gridCol w:w="1463"/>
        <w:gridCol w:w="96"/>
        <w:gridCol w:w="1605"/>
        <w:gridCol w:w="96"/>
        <w:gridCol w:w="4039"/>
      </w:tblGrid>
      <w:tr w:rsidR="00DD724B" w:rsidTr="005E5D74">
        <w:tc>
          <w:tcPr>
            <w:tcW w:w="629" w:type="dxa"/>
            <w:vMerge w:val="restart"/>
          </w:tcPr>
          <w:p w:rsidR="00DD724B" w:rsidRDefault="00DD72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2932" w:type="dxa"/>
            <w:vMerge w:val="restart"/>
          </w:tcPr>
          <w:p w:rsidR="00DD724B" w:rsidRDefault="00DD72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992" w:type="dxa"/>
            <w:gridSpan w:val="2"/>
            <w:vMerge w:val="restart"/>
          </w:tcPr>
          <w:p w:rsidR="00DD724B" w:rsidRDefault="00DD724B" w:rsidP="00A700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496" w:type="dxa"/>
            <w:gridSpan w:val="8"/>
          </w:tcPr>
          <w:p w:rsidR="00DD724B" w:rsidRDefault="00DD7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 реализации муниципальной программы</w:t>
            </w:r>
          </w:p>
        </w:tc>
        <w:tc>
          <w:tcPr>
            <w:tcW w:w="4039" w:type="dxa"/>
          </w:tcPr>
          <w:p w:rsidR="00DD724B" w:rsidRDefault="00DD72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значений показателей </w:t>
            </w:r>
            <w:hyperlink r:id="rId5" w:anchor="P360" w:history="1">
              <w:r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&lt;**&gt;</w:t>
              </w:r>
            </w:hyperlink>
          </w:p>
        </w:tc>
      </w:tr>
      <w:tr w:rsidR="00DD724B" w:rsidTr="005E5D74">
        <w:tc>
          <w:tcPr>
            <w:tcW w:w="629" w:type="dxa"/>
            <w:vMerge/>
            <w:vAlign w:val="center"/>
          </w:tcPr>
          <w:p w:rsidR="00DD724B" w:rsidRDefault="00DD724B"/>
        </w:tc>
        <w:tc>
          <w:tcPr>
            <w:tcW w:w="2932" w:type="dxa"/>
            <w:vMerge/>
            <w:vAlign w:val="center"/>
          </w:tcPr>
          <w:p w:rsidR="00DD724B" w:rsidRDefault="00DD724B"/>
        </w:tc>
        <w:tc>
          <w:tcPr>
            <w:tcW w:w="992" w:type="dxa"/>
            <w:gridSpan w:val="2"/>
            <w:vMerge/>
            <w:vAlign w:val="center"/>
          </w:tcPr>
          <w:p w:rsidR="00DD724B" w:rsidRDefault="00DD724B"/>
        </w:tc>
        <w:tc>
          <w:tcPr>
            <w:tcW w:w="1677" w:type="dxa"/>
            <w:gridSpan w:val="2"/>
          </w:tcPr>
          <w:p w:rsidR="00DD724B" w:rsidRDefault="00DD724B" w:rsidP="00585C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2"/>
          </w:tcPr>
          <w:p w:rsidR="00DD724B" w:rsidRDefault="00DD724B" w:rsidP="00585C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2"/>
          </w:tcPr>
          <w:p w:rsidR="00DD724B" w:rsidRDefault="00DD724B" w:rsidP="00585C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701" w:type="dxa"/>
            <w:gridSpan w:val="2"/>
          </w:tcPr>
          <w:p w:rsidR="00DD724B" w:rsidRDefault="00DD724B" w:rsidP="00585C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4039" w:type="dxa"/>
          </w:tcPr>
          <w:p w:rsidR="00DD724B" w:rsidRDefault="00DD724B"/>
        </w:tc>
      </w:tr>
      <w:tr w:rsidR="00DD724B" w:rsidTr="005E5D74">
        <w:trPr>
          <w:trHeight w:val="456"/>
        </w:trPr>
        <w:tc>
          <w:tcPr>
            <w:tcW w:w="629" w:type="dxa"/>
          </w:tcPr>
          <w:p w:rsidR="00DD724B" w:rsidRDefault="00DD724B" w:rsidP="005E5D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2" w:type="dxa"/>
          </w:tcPr>
          <w:p w:rsidR="00DD724B" w:rsidRDefault="00DD724B" w:rsidP="005E5D74">
            <w:pPr>
              <w:pStyle w:val="ConsPlusNormal"/>
              <w:tabs>
                <w:tab w:val="left" w:pos="78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</w:tcPr>
          <w:p w:rsidR="00DD724B" w:rsidRDefault="00DD724B" w:rsidP="005E5D74">
            <w:pPr>
              <w:pStyle w:val="ConsPlusNormal"/>
              <w:ind w:firstLin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7" w:type="dxa"/>
            <w:gridSpan w:val="2"/>
          </w:tcPr>
          <w:p w:rsidR="00DD724B" w:rsidRDefault="00DD724B" w:rsidP="005E5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</w:tcPr>
          <w:p w:rsidR="00DD724B" w:rsidRDefault="00DD724B" w:rsidP="005E5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</w:tcPr>
          <w:p w:rsidR="00DD724B" w:rsidRDefault="00DD724B" w:rsidP="005E5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gridSpan w:val="2"/>
          </w:tcPr>
          <w:p w:rsidR="00DD724B" w:rsidRDefault="00DD724B" w:rsidP="005E5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39" w:type="dxa"/>
          </w:tcPr>
          <w:p w:rsidR="00DD724B" w:rsidRDefault="00DD724B" w:rsidP="005E5D74">
            <w:pPr>
              <w:pStyle w:val="ConsPlusNormal"/>
              <w:ind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D724B" w:rsidTr="005E5D74">
        <w:tc>
          <w:tcPr>
            <w:tcW w:w="629" w:type="dxa"/>
          </w:tcPr>
          <w:p w:rsidR="00DD724B" w:rsidRDefault="00DD724B" w:rsidP="009F4A4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14459" w:type="dxa"/>
            <w:gridSpan w:val="12"/>
          </w:tcPr>
          <w:p w:rsidR="00DD724B" w:rsidRPr="00947B8E" w:rsidRDefault="00DD724B" w:rsidP="009F4A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B8E">
              <w:rPr>
                <w:rFonts w:ascii="Times New Roman" w:hAnsi="Times New Roman" w:cs="Times New Roman"/>
                <w:b/>
                <w:sz w:val="24"/>
                <w:szCs w:val="24"/>
              </w:rPr>
              <w:t>Цель 1 «Обеспечение доступности дошкольного образования для детей в возрасте от 3 до 7 лет»</w:t>
            </w:r>
          </w:p>
        </w:tc>
      </w:tr>
      <w:tr w:rsidR="00DD724B" w:rsidTr="005E5D74">
        <w:tc>
          <w:tcPr>
            <w:tcW w:w="629" w:type="dxa"/>
          </w:tcPr>
          <w:p w:rsidR="00DD724B" w:rsidRDefault="00DD724B" w:rsidP="009F4A4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3</w:t>
            </w:r>
          </w:p>
        </w:tc>
        <w:tc>
          <w:tcPr>
            <w:tcW w:w="14459" w:type="dxa"/>
            <w:gridSpan w:val="12"/>
          </w:tcPr>
          <w:p w:rsidR="00DD724B" w:rsidRPr="00947B8E" w:rsidRDefault="00DD724B" w:rsidP="009F4A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B8E">
              <w:rPr>
                <w:rFonts w:ascii="Times New Roman" w:hAnsi="Times New Roman" w:cs="Times New Roman"/>
                <w:b/>
                <w:sz w:val="24"/>
                <w:szCs w:val="24"/>
              </w:rPr>
              <w:t>Задача 1  «Обеспечение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</w:tr>
      <w:tr w:rsidR="00DD724B" w:rsidTr="005E5D74">
        <w:tc>
          <w:tcPr>
            <w:tcW w:w="629" w:type="dxa"/>
          </w:tcPr>
          <w:p w:rsidR="00DD724B" w:rsidRDefault="00DD724B" w:rsidP="009F4A4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4</w:t>
            </w:r>
          </w:p>
        </w:tc>
        <w:tc>
          <w:tcPr>
            <w:tcW w:w="2932" w:type="dxa"/>
          </w:tcPr>
          <w:p w:rsidR="00DD724B" w:rsidRDefault="00DD72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1.</w:t>
            </w:r>
          </w:p>
          <w:p w:rsidR="00DD724B" w:rsidRDefault="00DD72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A47">
              <w:rPr>
                <w:rFonts w:ascii="Times New Roman" w:hAnsi="Times New Roman" w:cs="Times New Roman"/>
                <w:sz w:val="24"/>
                <w:szCs w:val="24"/>
              </w:rPr>
              <w:t xml:space="preserve">Доступность дошкольного образования для детей в возрасте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2х месяцев до 3х лет, от </w:t>
            </w:r>
            <w:r w:rsidRPr="00323A47">
              <w:rPr>
                <w:rFonts w:ascii="Times New Roman" w:hAnsi="Times New Roman" w:cs="Times New Roman"/>
                <w:sz w:val="24"/>
                <w:szCs w:val="24"/>
              </w:rPr>
              <w:t>3 - 7 лет</w:t>
            </w:r>
          </w:p>
        </w:tc>
        <w:tc>
          <w:tcPr>
            <w:tcW w:w="896" w:type="dxa"/>
          </w:tcPr>
          <w:p w:rsidR="00DD724B" w:rsidRDefault="00DD724B" w:rsidP="00A700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677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135" w:type="dxa"/>
            <w:gridSpan w:val="2"/>
          </w:tcPr>
          <w:p w:rsidR="00DD724B" w:rsidRPr="00B27563" w:rsidRDefault="00DD724B" w:rsidP="000F70D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Постановление  П</w:t>
              </w:r>
              <w:r w:rsidRPr="00B27563">
                <w:rPr>
                  <w:rFonts w:ascii="Times New Roman" w:hAnsi="Times New Roman" w:cs="Times New Roman"/>
                  <w:sz w:val="24"/>
                  <w:szCs w:val="24"/>
                </w:rPr>
                <w:t xml:space="preserve">равительства Свердловской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области от 26.02.2013 N 223-ПП «</w:t>
              </w:r>
              <w:r w:rsidRPr="00B27563">
                <w:rPr>
                  <w:rFonts w:ascii="Times New Roman" w:hAnsi="Times New Roman" w:cs="Times New Roman"/>
                  <w:sz w:val="24"/>
                  <w:szCs w:val="24"/>
                </w:rPr>
                <w:t>Об утверждении Плана мероприятий ("Дорожной карты"</w:t>
              </w:r>
            </w:hyperlink>
            <w:r w:rsidRPr="00B27563">
              <w:rPr>
                <w:rFonts w:ascii="Times New Roman" w:hAnsi="Times New Roman" w:cs="Times New Roman"/>
                <w:sz w:val="24"/>
                <w:szCs w:val="24"/>
              </w:rPr>
              <w:t>) "Изменения в отраслях социальной сферы, направленные на повышение эффективности образования" в Свердловской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D724B" w:rsidRPr="00B27563" w:rsidTr="005E5D74">
        <w:tc>
          <w:tcPr>
            <w:tcW w:w="629" w:type="dxa"/>
          </w:tcPr>
          <w:p w:rsidR="00DD724B" w:rsidRDefault="00DD724B" w:rsidP="009F4A4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5</w:t>
            </w:r>
          </w:p>
        </w:tc>
        <w:tc>
          <w:tcPr>
            <w:tcW w:w="2932" w:type="dxa"/>
          </w:tcPr>
          <w:p w:rsidR="00DD724B" w:rsidRDefault="00DD72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2.</w:t>
            </w:r>
          </w:p>
          <w:p w:rsidR="00DD724B" w:rsidRDefault="00DD72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A47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среднемесячной заработной платы педагогических работников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323A47">
              <w:rPr>
                <w:rFonts w:ascii="Times New Roman" w:hAnsi="Times New Roman" w:cs="Times New Roman"/>
                <w:sz w:val="24"/>
                <w:szCs w:val="24"/>
              </w:rPr>
              <w:t>дошкольных образовательных организаций к среднемесячной заработной плате в общем образовании в Свердловской области</w:t>
            </w:r>
          </w:p>
        </w:tc>
        <w:tc>
          <w:tcPr>
            <w:tcW w:w="896" w:type="dxa"/>
          </w:tcPr>
          <w:p w:rsidR="00DD724B" w:rsidRDefault="00DD724B" w:rsidP="00A700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677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135" w:type="dxa"/>
            <w:gridSpan w:val="2"/>
          </w:tcPr>
          <w:p w:rsidR="00DD724B" w:rsidRPr="00B27563" w:rsidRDefault="00DD724B" w:rsidP="000F70D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Постановление  П</w:t>
              </w:r>
              <w:r w:rsidRPr="00B27563">
                <w:rPr>
                  <w:rFonts w:ascii="Times New Roman" w:hAnsi="Times New Roman" w:cs="Times New Roman"/>
                  <w:sz w:val="24"/>
                  <w:szCs w:val="24"/>
                </w:rPr>
                <w:t xml:space="preserve">равительства Свердловской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области от 26.02.2013 N 223-ПП «</w:t>
              </w:r>
              <w:r w:rsidRPr="00B27563">
                <w:rPr>
                  <w:rFonts w:ascii="Times New Roman" w:hAnsi="Times New Roman" w:cs="Times New Roman"/>
                  <w:sz w:val="24"/>
                  <w:szCs w:val="24"/>
                </w:rPr>
                <w:t>Об утверждении Плана мероприятий ("Дорожной карты"</w:t>
              </w:r>
            </w:hyperlink>
            <w:r w:rsidRPr="00B27563">
              <w:rPr>
                <w:rFonts w:ascii="Times New Roman" w:hAnsi="Times New Roman" w:cs="Times New Roman"/>
                <w:sz w:val="24"/>
                <w:szCs w:val="24"/>
              </w:rPr>
              <w:t>) "Изменения в отраслях социальной сферы, направленные на повышение эффективности образования" в Свердловской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D724B" w:rsidRPr="00B27563" w:rsidTr="005E5D74">
        <w:tc>
          <w:tcPr>
            <w:tcW w:w="629" w:type="dxa"/>
          </w:tcPr>
          <w:p w:rsidR="00DD724B" w:rsidRDefault="00DD724B" w:rsidP="009F4A4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6</w:t>
            </w:r>
          </w:p>
        </w:tc>
        <w:tc>
          <w:tcPr>
            <w:tcW w:w="14459" w:type="dxa"/>
            <w:gridSpan w:val="12"/>
          </w:tcPr>
          <w:p w:rsidR="00DD724B" w:rsidRPr="00947B8E" w:rsidRDefault="00DD724B" w:rsidP="00762E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B8E">
              <w:rPr>
                <w:rFonts w:ascii="Times New Roman" w:hAnsi="Times New Roman" w:cs="Times New Roman"/>
                <w:b/>
                <w:sz w:val="24"/>
                <w:szCs w:val="24"/>
              </w:rPr>
              <w:t>Задача 2 «Обеспечение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обучения и</w:t>
            </w:r>
            <w:r w:rsidRPr="00947B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воспитания детей-инвалидов дошкольного возраста, проживающих на территории Нижнесергинского муниципального района, обучением  на дому, в дошкольных образовательных организациях»</w:t>
            </w:r>
          </w:p>
        </w:tc>
      </w:tr>
      <w:tr w:rsidR="00DD724B" w:rsidTr="005E5D74">
        <w:tc>
          <w:tcPr>
            <w:tcW w:w="629" w:type="dxa"/>
          </w:tcPr>
          <w:p w:rsidR="00DD724B" w:rsidRDefault="00DD724B" w:rsidP="009F4A4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7</w:t>
            </w:r>
          </w:p>
        </w:tc>
        <w:tc>
          <w:tcPr>
            <w:tcW w:w="2932" w:type="dxa"/>
          </w:tcPr>
          <w:p w:rsidR="00DD724B" w:rsidRDefault="00DD72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3.</w:t>
            </w:r>
          </w:p>
          <w:p w:rsidR="00DD724B" w:rsidRDefault="00DD72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A47">
              <w:rPr>
                <w:rFonts w:ascii="Times New Roman" w:hAnsi="Times New Roman" w:cs="Times New Roman"/>
                <w:sz w:val="24"/>
                <w:szCs w:val="24"/>
              </w:rPr>
              <w:t>Охват детей-инвалидов дошкольного возраста, проживающих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Нижнесергинского муниципального района</w:t>
            </w:r>
            <w:r w:rsidRPr="00323A47">
              <w:rPr>
                <w:rFonts w:ascii="Times New Roman" w:hAnsi="Times New Roman" w:cs="Times New Roman"/>
                <w:sz w:val="24"/>
                <w:szCs w:val="24"/>
              </w:rPr>
              <w:t>, обучением на дому, в дошкольных образовательных организациях</w:t>
            </w:r>
          </w:p>
        </w:tc>
        <w:tc>
          <w:tcPr>
            <w:tcW w:w="896" w:type="dxa"/>
          </w:tcPr>
          <w:p w:rsidR="00DD724B" w:rsidRDefault="00DD724B" w:rsidP="00A700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773" w:type="dxa"/>
            <w:gridSpan w:val="3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039" w:type="dxa"/>
          </w:tcPr>
          <w:p w:rsidR="00DD724B" w:rsidRPr="00B27563" w:rsidRDefault="00DD724B" w:rsidP="00B275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B27563">
                <w:rPr>
                  <w:rFonts w:ascii="Times New Roman" w:hAnsi="Times New Roman" w:cs="Times New Roman"/>
                  <w:sz w:val="24"/>
                  <w:szCs w:val="24"/>
                </w:rPr>
                <w:t>Указ Президента Российской Федерации от 07 мая 2012 года N 599 "О мерах по реализации государственной политики в области образования и науки"</w:t>
              </w:r>
            </w:hyperlink>
          </w:p>
        </w:tc>
      </w:tr>
      <w:tr w:rsidR="00DD724B" w:rsidTr="005E5D74">
        <w:tc>
          <w:tcPr>
            <w:tcW w:w="629" w:type="dxa"/>
          </w:tcPr>
          <w:p w:rsidR="00DD724B" w:rsidRDefault="00DD724B" w:rsidP="009F4A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59" w:type="dxa"/>
            <w:gridSpan w:val="12"/>
          </w:tcPr>
          <w:p w:rsidR="00DD724B" w:rsidRPr="00947B8E" w:rsidRDefault="00DD724B" w:rsidP="009F4A40">
            <w:pPr>
              <w:jc w:val="center"/>
              <w:rPr>
                <w:b/>
              </w:rPr>
            </w:pPr>
            <w:r w:rsidRPr="00947B8E">
              <w:rPr>
                <w:b/>
              </w:rPr>
              <w:t>Цель 2 «Обеспечение доступности качественного общего образования, соответствующего требованиям социально-экономического развития Нижнесергинского  муниципального района»</w:t>
            </w:r>
          </w:p>
          <w:p w:rsidR="00DD724B" w:rsidRPr="009B5A75" w:rsidRDefault="00DD724B" w:rsidP="009F4A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24B" w:rsidTr="005E5D74">
        <w:tc>
          <w:tcPr>
            <w:tcW w:w="629" w:type="dxa"/>
          </w:tcPr>
          <w:p w:rsidR="00DD724B" w:rsidRDefault="00DD724B" w:rsidP="009F4A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459" w:type="dxa"/>
            <w:gridSpan w:val="12"/>
          </w:tcPr>
          <w:p w:rsidR="00DD724B" w:rsidRPr="00947B8E" w:rsidRDefault="00DD724B" w:rsidP="009F4A40">
            <w:pPr>
              <w:ind w:firstLine="14"/>
              <w:jc w:val="center"/>
              <w:rPr>
                <w:b/>
              </w:rPr>
            </w:pPr>
            <w:r w:rsidRPr="00947B8E">
              <w:rPr>
                <w:b/>
              </w:rPr>
              <w:t>Задача 3 «Обеспечение детей современными условиями при реализации государственного стандарта общего образования»</w:t>
            </w:r>
          </w:p>
          <w:p w:rsidR="00DD724B" w:rsidRPr="009B5A75" w:rsidRDefault="00DD724B" w:rsidP="009F4A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24B" w:rsidRPr="00F01091" w:rsidTr="005E5D74">
        <w:tc>
          <w:tcPr>
            <w:tcW w:w="629" w:type="dxa"/>
          </w:tcPr>
          <w:p w:rsidR="00DD724B" w:rsidRDefault="00DD724B" w:rsidP="009F4A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32" w:type="dxa"/>
          </w:tcPr>
          <w:p w:rsidR="00DD724B" w:rsidRPr="009B5A75" w:rsidRDefault="00DD72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A75">
              <w:rPr>
                <w:rFonts w:ascii="Times New Roman" w:hAnsi="Times New Roman" w:cs="Times New Roman"/>
                <w:sz w:val="24"/>
                <w:szCs w:val="24"/>
              </w:rPr>
              <w:t>Целевой показатель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D724B" w:rsidRPr="009B5A75" w:rsidRDefault="00DD72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5A75">
              <w:rPr>
                <w:rFonts w:ascii="Times New Roman" w:hAnsi="Times New Roman" w:cs="Times New Roman"/>
                <w:sz w:val="24"/>
                <w:szCs w:val="24"/>
              </w:rPr>
              <w:t>хват детей школьного возраста в муниципальных общеобразовательных организациях Нижнесергинского муниципального района образовательными услугами в рамках государственного образовательного стандарта и федерального государственного образовательного стандарта</w:t>
            </w:r>
          </w:p>
        </w:tc>
        <w:tc>
          <w:tcPr>
            <w:tcW w:w="896" w:type="dxa"/>
          </w:tcPr>
          <w:p w:rsidR="00DD724B" w:rsidRDefault="00DD724B" w:rsidP="00A700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773" w:type="dxa"/>
            <w:gridSpan w:val="3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039" w:type="dxa"/>
          </w:tcPr>
          <w:p w:rsidR="00DD724B" w:rsidRPr="00F01091" w:rsidRDefault="00DD724B" w:rsidP="009E2ED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F01091">
                <w:rPr>
                  <w:rFonts w:ascii="Times New Roman" w:hAnsi="Times New Roman" w:cs="Times New Roman"/>
                  <w:sz w:val="24"/>
                  <w:szCs w:val="24"/>
                </w:rPr>
                <w:t>Федеральный закон от 29 декабря 2012 года N 273-ФЗ "Об образовании в Российской Федерации"</w:t>
              </w:r>
            </w:hyperlink>
          </w:p>
        </w:tc>
      </w:tr>
      <w:tr w:rsidR="00DD724B" w:rsidTr="005E5D74">
        <w:tc>
          <w:tcPr>
            <w:tcW w:w="629" w:type="dxa"/>
          </w:tcPr>
          <w:p w:rsidR="00DD724B" w:rsidRDefault="00DD724B" w:rsidP="009F4A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32" w:type="dxa"/>
          </w:tcPr>
          <w:p w:rsidR="00DD724B" w:rsidRDefault="00DD724B" w:rsidP="009B5A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5.</w:t>
            </w:r>
          </w:p>
          <w:p w:rsidR="00DD724B" w:rsidRPr="009B5A75" w:rsidRDefault="00DD724B" w:rsidP="009B5A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B5A75">
              <w:rPr>
                <w:rFonts w:ascii="Times New Roman" w:hAnsi="Times New Roman" w:cs="Times New Roman"/>
                <w:sz w:val="24"/>
                <w:szCs w:val="24"/>
              </w:rPr>
              <w:t>оля общеобразовательных организаций, перешедших на федеральный государственный образовательный стандарт общего образования, в общем количестве общеобразовательных 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896" w:type="dxa"/>
          </w:tcPr>
          <w:p w:rsidR="00DD724B" w:rsidRDefault="00DD724B" w:rsidP="009E2ED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  <w:gridSpan w:val="3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DD724B" w:rsidRPr="00F01091" w:rsidRDefault="00DD724B" w:rsidP="009E2ED7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hyperlink r:id="rId10" w:history="1">
              <w:r w:rsidRPr="00F01091">
                <w:rPr>
                  <w:rFonts w:ascii="Times New Roman" w:hAnsi="Times New Roman" w:cs="Times New Roman"/>
                  <w:sz w:val="24"/>
                  <w:szCs w:val="24"/>
                </w:rPr>
                <w:t>Федеральный закон от 29 декабря 2012 года N 273-ФЗ "Об образовании в Российской Федерации"</w:t>
              </w:r>
            </w:hyperlink>
          </w:p>
        </w:tc>
      </w:tr>
      <w:tr w:rsidR="00DD724B" w:rsidTr="005E5D74">
        <w:tc>
          <w:tcPr>
            <w:tcW w:w="629" w:type="dxa"/>
          </w:tcPr>
          <w:p w:rsidR="00DD724B" w:rsidRDefault="00DD724B" w:rsidP="009F4A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32" w:type="dxa"/>
          </w:tcPr>
          <w:p w:rsidR="00DD724B" w:rsidRPr="009B5A75" w:rsidRDefault="00DD72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класс – 2017 год</w:t>
            </w:r>
          </w:p>
        </w:tc>
        <w:tc>
          <w:tcPr>
            <w:tcW w:w="896" w:type="dxa"/>
          </w:tcPr>
          <w:p w:rsidR="00DD724B" w:rsidRDefault="00DD724B" w:rsidP="009E2ED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  <w:gridSpan w:val="3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DD724B" w:rsidRDefault="00DD724B" w:rsidP="009E2ED7">
            <w:pPr>
              <w:pStyle w:val="ConsPlusNormal"/>
              <w:ind w:firstLine="0"/>
              <w:jc w:val="both"/>
            </w:pPr>
          </w:p>
        </w:tc>
      </w:tr>
      <w:tr w:rsidR="00DD724B" w:rsidTr="005E5D74">
        <w:tc>
          <w:tcPr>
            <w:tcW w:w="629" w:type="dxa"/>
          </w:tcPr>
          <w:p w:rsidR="00DD724B" w:rsidRDefault="00DD724B" w:rsidP="009F4A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32" w:type="dxa"/>
          </w:tcPr>
          <w:p w:rsidR="00DD724B" w:rsidRPr="009B5A75" w:rsidRDefault="00DD72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 – 2018 год</w:t>
            </w:r>
          </w:p>
        </w:tc>
        <w:tc>
          <w:tcPr>
            <w:tcW w:w="896" w:type="dxa"/>
          </w:tcPr>
          <w:p w:rsidR="00DD724B" w:rsidRDefault="00DD724B" w:rsidP="009E2ED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  <w:gridSpan w:val="3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DD724B" w:rsidRDefault="00DD724B" w:rsidP="009E2ED7">
            <w:pPr>
              <w:pStyle w:val="ConsPlusNormal"/>
              <w:ind w:firstLine="0"/>
              <w:jc w:val="both"/>
            </w:pPr>
          </w:p>
        </w:tc>
      </w:tr>
      <w:tr w:rsidR="00DD724B" w:rsidTr="005E5D74">
        <w:tc>
          <w:tcPr>
            <w:tcW w:w="629" w:type="dxa"/>
          </w:tcPr>
          <w:p w:rsidR="00DD724B" w:rsidRDefault="00DD724B" w:rsidP="009F4A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32" w:type="dxa"/>
          </w:tcPr>
          <w:p w:rsidR="00DD724B" w:rsidRPr="009B5A75" w:rsidRDefault="00DD724B" w:rsidP="00B64A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 –  2019 год</w:t>
            </w:r>
          </w:p>
        </w:tc>
        <w:tc>
          <w:tcPr>
            <w:tcW w:w="896" w:type="dxa"/>
          </w:tcPr>
          <w:p w:rsidR="00DD724B" w:rsidRDefault="00DD724B" w:rsidP="009E2ED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  <w:gridSpan w:val="3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DD724B" w:rsidRDefault="00DD724B" w:rsidP="009E2ED7">
            <w:pPr>
              <w:pStyle w:val="ConsPlusNormal"/>
              <w:ind w:firstLine="0"/>
              <w:jc w:val="both"/>
            </w:pPr>
          </w:p>
        </w:tc>
      </w:tr>
      <w:tr w:rsidR="00DD724B" w:rsidTr="005E5D74">
        <w:tc>
          <w:tcPr>
            <w:tcW w:w="629" w:type="dxa"/>
          </w:tcPr>
          <w:p w:rsidR="00DD724B" w:rsidRDefault="00DD724B" w:rsidP="009F4A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32" w:type="dxa"/>
          </w:tcPr>
          <w:p w:rsidR="00DD724B" w:rsidRPr="009B5A75" w:rsidRDefault="00DD724B" w:rsidP="00B64A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 – 2020 год</w:t>
            </w:r>
          </w:p>
        </w:tc>
        <w:tc>
          <w:tcPr>
            <w:tcW w:w="896" w:type="dxa"/>
          </w:tcPr>
          <w:p w:rsidR="00DD724B" w:rsidRDefault="00DD724B" w:rsidP="009E2ED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  <w:gridSpan w:val="3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039" w:type="dxa"/>
          </w:tcPr>
          <w:p w:rsidR="00DD724B" w:rsidRDefault="00DD724B" w:rsidP="009E2ED7">
            <w:pPr>
              <w:pStyle w:val="ConsPlusNormal"/>
              <w:ind w:firstLine="0"/>
              <w:jc w:val="both"/>
            </w:pPr>
          </w:p>
        </w:tc>
      </w:tr>
      <w:tr w:rsidR="00DD724B" w:rsidTr="005E5D74">
        <w:tc>
          <w:tcPr>
            <w:tcW w:w="629" w:type="dxa"/>
          </w:tcPr>
          <w:p w:rsidR="00DD724B" w:rsidRDefault="00DD724B" w:rsidP="009F4A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32" w:type="dxa"/>
          </w:tcPr>
          <w:p w:rsidR="00DD724B" w:rsidRDefault="00DD724B" w:rsidP="006B27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 6.</w:t>
            </w:r>
          </w:p>
          <w:p w:rsidR="00DD724B" w:rsidRDefault="00DD724B" w:rsidP="006B27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A47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и руководящих работников, прошедших курсы повышения квалификации в связи с введением федерального государственного образовательного стандарта общего образования, от общей численности педагогических и руководящих работников, направляемых на курсы повышения квалификации в связи с введением федерального государственного образовательного стандарта общего образования</w:t>
            </w:r>
          </w:p>
        </w:tc>
        <w:tc>
          <w:tcPr>
            <w:tcW w:w="896" w:type="dxa"/>
          </w:tcPr>
          <w:p w:rsidR="00DD724B" w:rsidRDefault="00DD724B" w:rsidP="00A700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773" w:type="dxa"/>
            <w:gridSpan w:val="3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039" w:type="dxa"/>
          </w:tcPr>
          <w:p w:rsidR="00DD724B" w:rsidRDefault="00DD724B" w:rsidP="009E2ED7">
            <w:pPr>
              <w:pStyle w:val="ConsPlusNormal"/>
              <w:ind w:firstLine="0"/>
              <w:jc w:val="both"/>
            </w:pPr>
            <w:hyperlink r:id="rId11" w:history="1">
              <w:r w:rsidRPr="00F01091">
                <w:rPr>
                  <w:rFonts w:ascii="Times New Roman" w:hAnsi="Times New Roman" w:cs="Times New Roman"/>
                  <w:sz w:val="24"/>
                  <w:szCs w:val="24"/>
                </w:rPr>
                <w:t>Федеральный закон от 29 декабря 2012 года N 273-ФЗ "Об образовании в Российской Федерации"</w:t>
              </w:r>
            </w:hyperlink>
          </w:p>
        </w:tc>
      </w:tr>
      <w:tr w:rsidR="00DD724B" w:rsidTr="005E5D74">
        <w:tc>
          <w:tcPr>
            <w:tcW w:w="629" w:type="dxa"/>
          </w:tcPr>
          <w:p w:rsidR="00DD724B" w:rsidRDefault="00DD724B" w:rsidP="009F4A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459" w:type="dxa"/>
            <w:gridSpan w:val="12"/>
          </w:tcPr>
          <w:p w:rsidR="00DD724B" w:rsidRPr="00947B8E" w:rsidRDefault="00DD724B" w:rsidP="009F4A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B8E">
              <w:rPr>
                <w:rFonts w:ascii="Times New Roman" w:hAnsi="Times New Roman" w:cs="Times New Roman"/>
                <w:b/>
                <w:sz w:val="24"/>
                <w:szCs w:val="24"/>
              </w:rPr>
              <w:t>Задача 4</w:t>
            </w:r>
            <w:r w:rsidRPr="00947B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r w:rsidRPr="00947B8E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Предоставление детям с ограниченными возможностями здоровья специального (коррекционного) образования»</w:t>
            </w:r>
          </w:p>
        </w:tc>
      </w:tr>
      <w:tr w:rsidR="00DD724B" w:rsidTr="005E5D74">
        <w:tc>
          <w:tcPr>
            <w:tcW w:w="629" w:type="dxa"/>
          </w:tcPr>
          <w:p w:rsidR="00DD724B" w:rsidRDefault="00DD724B" w:rsidP="009F4A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32" w:type="dxa"/>
          </w:tcPr>
          <w:p w:rsidR="00DD724B" w:rsidRDefault="00DD72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7 .</w:t>
            </w:r>
          </w:p>
          <w:p w:rsidR="00DD724B" w:rsidRPr="00C718BC" w:rsidRDefault="00DD72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718BC">
              <w:rPr>
                <w:rFonts w:ascii="Times New Roman" w:hAnsi="Times New Roman" w:cs="Times New Roman"/>
                <w:sz w:val="24"/>
                <w:szCs w:val="24"/>
              </w:rPr>
              <w:t>хват детей школьного возраста с ограниченными возможностями здоровья образовательными услугами коррекционного образования</w:t>
            </w:r>
          </w:p>
        </w:tc>
        <w:tc>
          <w:tcPr>
            <w:tcW w:w="992" w:type="dxa"/>
            <w:gridSpan w:val="2"/>
          </w:tcPr>
          <w:p w:rsidR="00DD724B" w:rsidRDefault="00DD724B" w:rsidP="00A700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677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039" w:type="dxa"/>
          </w:tcPr>
          <w:p w:rsidR="00DD724B" w:rsidRPr="00F77471" w:rsidRDefault="00DD724B" w:rsidP="000B332B">
            <w:hyperlink r:id="rId12" w:history="1">
              <w:r w:rsidRPr="00F77471">
                <w:t>Федеральный закон от 29 декабря 2012 года N 273-ФЗ "Об образовании в Российской Федерации"</w:t>
              </w:r>
            </w:hyperlink>
          </w:p>
        </w:tc>
      </w:tr>
      <w:tr w:rsidR="00DD724B" w:rsidTr="005E5D74">
        <w:tc>
          <w:tcPr>
            <w:tcW w:w="629" w:type="dxa"/>
          </w:tcPr>
          <w:p w:rsidR="00DD724B" w:rsidRDefault="00DD724B" w:rsidP="009F4A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459" w:type="dxa"/>
            <w:gridSpan w:val="12"/>
          </w:tcPr>
          <w:p w:rsidR="00DD724B" w:rsidRPr="00947B8E" w:rsidRDefault="00DD724B" w:rsidP="009F4A40">
            <w:pPr>
              <w:jc w:val="center"/>
              <w:rPr>
                <w:b/>
              </w:rPr>
            </w:pPr>
            <w:r w:rsidRPr="00947B8E">
              <w:rPr>
                <w:b/>
              </w:rPr>
              <w:t>Задача 5«Осуществление мероприятий по организации питания  в муниципальных общеобразовательных организациях Нижнесергинского муниципального района»</w:t>
            </w:r>
          </w:p>
        </w:tc>
      </w:tr>
      <w:tr w:rsidR="00DD724B" w:rsidTr="005E5D74">
        <w:tc>
          <w:tcPr>
            <w:tcW w:w="629" w:type="dxa"/>
          </w:tcPr>
          <w:p w:rsidR="00DD724B" w:rsidRDefault="00DD724B" w:rsidP="009F4A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32" w:type="dxa"/>
          </w:tcPr>
          <w:p w:rsidR="00DD724B" w:rsidRPr="00D166F0" w:rsidRDefault="00DD724B" w:rsidP="00F774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6F0">
              <w:rPr>
                <w:rFonts w:ascii="Times New Roman" w:hAnsi="Times New Roman" w:cs="Times New Roman"/>
                <w:sz w:val="24"/>
                <w:szCs w:val="24"/>
              </w:rPr>
              <w:t>Целевой показатель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D724B" w:rsidRPr="005B3B73" w:rsidRDefault="00DD724B" w:rsidP="00D166F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5B3B73">
              <w:rPr>
                <w:rFonts w:ascii="Times New Roman" w:hAnsi="Times New Roman"/>
                <w:sz w:val="24"/>
                <w:szCs w:val="24"/>
              </w:rPr>
              <w:t xml:space="preserve">Охват организованным горячим питанием учащихся общеобразовательных организаций </w:t>
            </w:r>
          </w:p>
          <w:p w:rsidR="00DD724B" w:rsidRDefault="00DD72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DD724B" w:rsidRDefault="00DD724B" w:rsidP="00A700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677" w:type="dxa"/>
            <w:gridSpan w:val="2"/>
          </w:tcPr>
          <w:p w:rsidR="00DD724B" w:rsidRPr="005B3B73" w:rsidRDefault="00DD724B" w:rsidP="00D166F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B73">
              <w:rPr>
                <w:rFonts w:ascii="Times New Roman" w:hAnsi="Times New Roman"/>
                <w:sz w:val="24"/>
                <w:szCs w:val="24"/>
              </w:rPr>
              <w:t>99,4</w:t>
            </w:r>
          </w:p>
          <w:p w:rsidR="00DD724B" w:rsidRDefault="00DD724B" w:rsidP="00D166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DD724B" w:rsidRPr="005B3B73" w:rsidRDefault="00DD724B" w:rsidP="00D166F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B73">
              <w:rPr>
                <w:rFonts w:ascii="Times New Roman" w:hAnsi="Times New Roman"/>
                <w:sz w:val="24"/>
                <w:szCs w:val="24"/>
              </w:rPr>
              <w:t>99,4</w:t>
            </w:r>
          </w:p>
          <w:p w:rsidR="00DD724B" w:rsidRDefault="00DD724B" w:rsidP="00D166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DD724B" w:rsidRPr="005B3B73" w:rsidRDefault="00DD724B" w:rsidP="00D166F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B73">
              <w:rPr>
                <w:rFonts w:ascii="Times New Roman" w:hAnsi="Times New Roman"/>
                <w:sz w:val="24"/>
                <w:szCs w:val="24"/>
              </w:rPr>
              <w:t>99,4</w:t>
            </w:r>
          </w:p>
          <w:p w:rsidR="00DD724B" w:rsidRDefault="00DD724B" w:rsidP="00D166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DD724B" w:rsidRPr="005B3B73" w:rsidRDefault="00DD724B" w:rsidP="00D166F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B73">
              <w:rPr>
                <w:rFonts w:ascii="Times New Roman" w:hAnsi="Times New Roman"/>
                <w:sz w:val="24"/>
                <w:szCs w:val="24"/>
              </w:rPr>
              <w:t>99,4</w:t>
            </w:r>
          </w:p>
          <w:p w:rsidR="00DD724B" w:rsidRDefault="00DD724B" w:rsidP="00D166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DD724B" w:rsidRPr="008D5F93" w:rsidRDefault="00DD724B" w:rsidP="008D5F93">
            <w:pPr>
              <w:pStyle w:val="ConsPlusNormal"/>
              <w:ind w:firstLine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F93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Свердловской области от 05.03.2014 N 146-ПП " "Об обеспечении питанием обучающихся по очной форме обучения</w:t>
            </w:r>
          </w:p>
          <w:p w:rsidR="00DD724B" w:rsidRPr="008D5F93" w:rsidRDefault="00DD724B" w:rsidP="008D5F93">
            <w:pPr>
              <w:pStyle w:val="ConsPlusNormal"/>
              <w:ind w:firstLine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F93">
              <w:rPr>
                <w:rFonts w:ascii="Times New Roman" w:hAnsi="Times New Roman" w:cs="Times New Roman"/>
                <w:sz w:val="24"/>
                <w:szCs w:val="24"/>
              </w:rPr>
              <w:t>в государственных общеобразовательных организациях</w:t>
            </w:r>
          </w:p>
          <w:p w:rsidR="00DD724B" w:rsidRPr="008D5F93" w:rsidRDefault="00DD724B" w:rsidP="008D5F93">
            <w:pPr>
              <w:pStyle w:val="ConsPlusNormal"/>
              <w:ind w:firstLine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F93">
              <w:rPr>
                <w:rFonts w:ascii="Times New Roman" w:hAnsi="Times New Roman" w:cs="Times New Roman"/>
                <w:sz w:val="24"/>
                <w:szCs w:val="24"/>
              </w:rPr>
              <w:t>Свердловской области, муниципальных общеобразовательных</w:t>
            </w:r>
          </w:p>
          <w:p w:rsidR="00DD724B" w:rsidRPr="008D5F93" w:rsidRDefault="00DD724B" w:rsidP="008D5F93">
            <w:pPr>
              <w:pStyle w:val="ConsPlusNormal"/>
              <w:ind w:firstLine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F93">
              <w:rPr>
                <w:rFonts w:ascii="Times New Roman" w:hAnsi="Times New Roman" w:cs="Times New Roman"/>
                <w:sz w:val="24"/>
                <w:szCs w:val="24"/>
              </w:rPr>
              <w:t>организациях, частных общеобразовательных организациях</w:t>
            </w:r>
          </w:p>
          <w:p w:rsidR="00DD724B" w:rsidRPr="008D5F93" w:rsidRDefault="00DD724B" w:rsidP="008D5F93">
            <w:pPr>
              <w:pStyle w:val="ConsPlusNormal"/>
              <w:ind w:firstLine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F93">
              <w:rPr>
                <w:rFonts w:ascii="Times New Roman" w:hAnsi="Times New Roman" w:cs="Times New Roman"/>
                <w:sz w:val="24"/>
                <w:szCs w:val="24"/>
              </w:rPr>
              <w:t>и обособленных структурных подразделениях государственных</w:t>
            </w:r>
          </w:p>
          <w:p w:rsidR="00DD724B" w:rsidRPr="008D5F93" w:rsidRDefault="00DD724B" w:rsidP="008D5F93">
            <w:pPr>
              <w:pStyle w:val="ConsPlusNormal"/>
              <w:ind w:firstLine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F93"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организаций Свердловской области по имеющим</w:t>
            </w:r>
          </w:p>
          <w:p w:rsidR="00DD724B" w:rsidRPr="008D5F93" w:rsidRDefault="00DD724B" w:rsidP="008D5F93">
            <w:pPr>
              <w:pStyle w:val="ConsPlusNormal"/>
              <w:ind w:firstLine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F93">
              <w:rPr>
                <w:rFonts w:ascii="Times New Roman" w:hAnsi="Times New Roman" w:cs="Times New Roman"/>
                <w:sz w:val="24"/>
                <w:szCs w:val="24"/>
              </w:rPr>
              <w:t>государственную аккредитацию основным общеобразовательным</w:t>
            </w:r>
          </w:p>
          <w:p w:rsidR="00DD724B" w:rsidRPr="008D5F93" w:rsidRDefault="00DD724B" w:rsidP="008D5F93">
            <w:pPr>
              <w:pStyle w:val="ConsPlusNormal"/>
              <w:ind w:firstLine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F93">
              <w:rPr>
                <w:rFonts w:ascii="Times New Roman" w:hAnsi="Times New Roman" w:cs="Times New Roman"/>
                <w:sz w:val="24"/>
                <w:szCs w:val="24"/>
              </w:rPr>
              <w:t>программам, а также обучающихся по очной форме обучения</w:t>
            </w:r>
          </w:p>
          <w:p w:rsidR="00DD724B" w:rsidRPr="008D5F93" w:rsidRDefault="00DD724B" w:rsidP="008D5F93">
            <w:pPr>
              <w:pStyle w:val="ConsPlusNormal"/>
              <w:ind w:firstLine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F93">
              <w:rPr>
                <w:rFonts w:ascii="Times New Roman" w:hAnsi="Times New Roman" w:cs="Times New Roman"/>
                <w:sz w:val="24"/>
                <w:szCs w:val="24"/>
              </w:rPr>
              <w:t>в государственных профессиональных образовательных</w:t>
            </w:r>
          </w:p>
          <w:p w:rsidR="00DD724B" w:rsidRPr="008D5F93" w:rsidRDefault="00DD724B" w:rsidP="008D5F93">
            <w:pPr>
              <w:pStyle w:val="ConsPlusNormal"/>
              <w:ind w:firstLine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D5F93">
              <w:rPr>
                <w:rFonts w:ascii="Times New Roman" w:hAnsi="Times New Roman" w:cs="Times New Roman"/>
                <w:sz w:val="24"/>
                <w:szCs w:val="24"/>
              </w:rPr>
              <w:t>организациях Свердловской области, реализующих</w:t>
            </w:r>
          </w:p>
          <w:p w:rsidR="00DD724B" w:rsidRPr="008D5F93" w:rsidRDefault="00DD724B" w:rsidP="008D5F93">
            <w:pPr>
              <w:pStyle w:val="ConsPlusNormal"/>
              <w:ind w:firstLine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F93">
              <w:rPr>
                <w:rFonts w:ascii="Times New Roman" w:hAnsi="Times New Roman" w:cs="Times New Roman"/>
                <w:sz w:val="24"/>
                <w:szCs w:val="24"/>
              </w:rPr>
              <w:t>образовательные программы среднего профессионального</w:t>
            </w:r>
          </w:p>
          <w:p w:rsidR="00DD724B" w:rsidRPr="008D5F93" w:rsidRDefault="00DD724B" w:rsidP="008D5F93">
            <w:pPr>
              <w:pStyle w:val="ConsPlusNormal"/>
              <w:ind w:firstLine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F93">
              <w:rPr>
                <w:rFonts w:ascii="Times New Roman" w:hAnsi="Times New Roman" w:cs="Times New Roman"/>
                <w:sz w:val="24"/>
                <w:szCs w:val="24"/>
              </w:rPr>
              <w:t>образования в сфере искусств, и обособленных структурных</w:t>
            </w:r>
          </w:p>
          <w:p w:rsidR="00DD724B" w:rsidRPr="008D5F93" w:rsidRDefault="00DD724B" w:rsidP="008D5F93">
            <w:pPr>
              <w:pStyle w:val="ConsPlusNormal"/>
              <w:ind w:firstLine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F93">
              <w:rPr>
                <w:rFonts w:ascii="Times New Roman" w:hAnsi="Times New Roman" w:cs="Times New Roman"/>
                <w:sz w:val="24"/>
                <w:szCs w:val="24"/>
              </w:rPr>
              <w:t>подразделениях таких государственных профессиональных</w:t>
            </w:r>
          </w:p>
          <w:p w:rsidR="00DD724B" w:rsidRPr="008D5F93" w:rsidRDefault="00DD724B" w:rsidP="008D5F93">
            <w:pPr>
              <w:pStyle w:val="ConsPlusNormal"/>
              <w:ind w:firstLine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F93"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организаций Свердловской области по основным</w:t>
            </w:r>
          </w:p>
          <w:p w:rsidR="00DD724B" w:rsidRPr="008D5F93" w:rsidRDefault="00DD724B" w:rsidP="008D5F93">
            <w:pPr>
              <w:pStyle w:val="ConsPlusNormal"/>
              <w:ind w:firstLine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F93">
              <w:rPr>
                <w:rFonts w:ascii="Times New Roman" w:hAnsi="Times New Roman" w:cs="Times New Roman"/>
                <w:sz w:val="24"/>
                <w:szCs w:val="24"/>
              </w:rPr>
              <w:t>общеобразовательным программам и по образовательным</w:t>
            </w:r>
          </w:p>
          <w:p w:rsidR="00DD724B" w:rsidRPr="008D5F93" w:rsidRDefault="00DD724B" w:rsidP="008D5F93">
            <w:pPr>
              <w:pStyle w:val="ConsPlusNormal"/>
              <w:ind w:firstLine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F93">
              <w:rPr>
                <w:rFonts w:ascii="Times New Roman" w:hAnsi="Times New Roman" w:cs="Times New Roman"/>
                <w:sz w:val="24"/>
                <w:szCs w:val="24"/>
              </w:rPr>
              <w:t>программам среднего профессионального образования в сфере</w:t>
            </w:r>
          </w:p>
          <w:p w:rsidR="00DD724B" w:rsidRPr="008D5F93" w:rsidRDefault="00DD724B" w:rsidP="008D5F93">
            <w:pPr>
              <w:pStyle w:val="ConsPlusNormal"/>
              <w:ind w:firstLine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F93">
              <w:rPr>
                <w:rFonts w:ascii="Times New Roman" w:hAnsi="Times New Roman" w:cs="Times New Roman"/>
                <w:sz w:val="24"/>
                <w:szCs w:val="24"/>
              </w:rPr>
              <w:t>искусств, интегрированным с образовательными программами</w:t>
            </w:r>
          </w:p>
          <w:p w:rsidR="00DD724B" w:rsidRPr="008D5F93" w:rsidRDefault="00DD724B" w:rsidP="008D5F93">
            <w:pPr>
              <w:pStyle w:val="ConsPlusNormal"/>
              <w:ind w:firstLine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F93">
              <w:rPr>
                <w:rFonts w:ascii="Times New Roman" w:hAnsi="Times New Roman" w:cs="Times New Roman"/>
                <w:sz w:val="24"/>
                <w:szCs w:val="24"/>
              </w:rPr>
              <w:t>основного общего и среднего общего образования" (ред. от 04.10.2018)</w:t>
            </w:r>
          </w:p>
          <w:p w:rsidR="00DD724B" w:rsidRPr="00D166F0" w:rsidRDefault="00DD724B" w:rsidP="000B332B"/>
        </w:tc>
      </w:tr>
      <w:tr w:rsidR="00DD724B" w:rsidTr="005E5D74">
        <w:trPr>
          <w:trHeight w:val="1157"/>
        </w:trPr>
        <w:tc>
          <w:tcPr>
            <w:tcW w:w="629" w:type="dxa"/>
          </w:tcPr>
          <w:p w:rsidR="00DD724B" w:rsidRDefault="00DD724B" w:rsidP="009F4A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459" w:type="dxa"/>
            <w:gridSpan w:val="12"/>
          </w:tcPr>
          <w:p w:rsidR="00DD724B" w:rsidRPr="005B3B73" w:rsidRDefault="00DD724B" w:rsidP="00CF63B2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B73">
              <w:rPr>
                <w:rFonts w:ascii="Times New Roman" w:hAnsi="Times New Roman"/>
                <w:b/>
                <w:sz w:val="24"/>
                <w:szCs w:val="24"/>
              </w:rPr>
              <w:t>Задача 6 «Обеспечение бесплатного проезда детей-сирот и детей, оставшихся без попечения родителей, обучающихся в муниципальных образовательных организациях,  которым обеспечен бесплатный проезд на городском, пригородном, в сельской местности на внутрирайонном транспорте, а также бесплатный проезд один раз в год к месту жительства и обратно к месту учебы»</w:t>
            </w:r>
          </w:p>
        </w:tc>
      </w:tr>
      <w:tr w:rsidR="00DD724B" w:rsidTr="005E5D74">
        <w:tc>
          <w:tcPr>
            <w:tcW w:w="629" w:type="dxa"/>
          </w:tcPr>
          <w:p w:rsidR="00DD724B" w:rsidRDefault="00DD724B" w:rsidP="009F4A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32" w:type="dxa"/>
          </w:tcPr>
          <w:p w:rsidR="00DD724B" w:rsidRDefault="00DD72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9.</w:t>
            </w:r>
          </w:p>
          <w:p w:rsidR="00DD724B" w:rsidRPr="00D166F0" w:rsidRDefault="00DD72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66F0">
              <w:rPr>
                <w:rFonts w:ascii="Times New Roman" w:hAnsi="Times New Roman" w:cs="Times New Roman"/>
                <w:sz w:val="24"/>
                <w:szCs w:val="24"/>
              </w:rPr>
              <w:t>хват детей-сирот и детей, оставшихся без попечения родителей, обучающихся в муниципальных образовательных организациях,  которым обеспечен бесплатный проезд на городском, пригородном, в сельской местности на внутрирайонном транспорте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(кроме такси)</w:t>
            </w:r>
            <w:r w:rsidRPr="00D166F0">
              <w:rPr>
                <w:rFonts w:ascii="Times New Roman" w:hAnsi="Times New Roman" w:cs="Times New Roman"/>
                <w:sz w:val="24"/>
                <w:szCs w:val="24"/>
              </w:rPr>
              <w:t>, а также бесплатный проезд один раз в год к месту жительства и обратно к месту учебы</w:t>
            </w:r>
          </w:p>
        </w:tc>
        <w:tc>
          <w:tcPr>
            <w:tcW w:w="992" w:type="dxa"/>
            <w:gridSpan w:val="2"/>
          </w:tcPr>
          <w:p w:rsidR="00DD724B" w:rsidRDefault="00DD724B" w:rsidP="00A700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677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039" w:type="dxa"/>
          </w:tcPr>
          <w:p w:rsidR="00DD724B" w:rsidRPr="00D166F0" w:rsidRDefault="00DD724B" w:rsidP="00D166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D166F0">
                <w:rPr>
                  <w:rFonts w:ascii="Times New Roman" w:hAnsi="Times New Roman" w:cs="Times New Roman"/>
                  <w:sz w:val="24"/>
                  <w:szCs w:val="24"/>
                </w:rPr>
                <w:t>Федеральный закон от 21 декабря 1996 года N 159-ФЗ "О дополнительных гарантиях по социальной поддержке детей-сирот и детей, оставшихся без попечения родителей"</w:t>
              </w:r>
            </w:hyperlink>
          </w:p>
        </w:tc>
      </w:tr>
      <w:tr w:rsidR="00DD724B" w:rsidTr="005E5D74">
        <w:tc>
          <w:tcPr>
            <w:tcW w:w="629" w:type="dxa"/>
          </w:tcPr>
          <w:p w:rsidR="00DD724B" w:rsidRDefault="00DD724B" w:rsidP="009F4A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459" w:type="dxa"/>
            <w:gridSpan w:val="12"/>
          </w:tcPr>
          <w:p w:rsidR="00DD724B" w:rsidRPr="00947B8E" w:rsidRDefault="00DD724B" w:rsidP="009F4A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B8E">
              <w:rPr>
                <w:rFonts w:ascii="Times New Roman" w:hAnsi="Times New Roman" w:cs="Times New Roman"/>
                <w:b/>
                <w:sz w:val="24"/>
                <w:szCs w:val="24"/>
              </w:rPr>
              <w:t>Задача 7 «Организация проведения государственной итоговой аттестации по  образовательным программам основного общего и среднего общего образования»</w:t>
            </w:r>
          </w:p>
        </w:tc>
      </w:tr>
      <w:tr w:rsidR="00DD724B" w:rsidTr="005E5D74">
        <w:tc>
          <w:tcPr>
            <w:tcW w:w="629" w:type="dxa"/>
          </w:tcPr>
          <w:p w:rsidR="00DD724B" w:rsidRDefault="00DD724B" w:rsidP="009F4A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32" w:type="dxa"/>
          </w:tcPr>
          <w:p w:rsidR="00DD724B" w:rsidRDefault="00DD724B" w:rsidP="007A03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10.</w:t>
            </w:r>
          </w:p>
          <w:p w:rsidR="00DD724B" w:rsidRDefault="00DD724B" w:rsidP="007A03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A47">
              <w:rPr>
                <w:rFonts w:ascii="Times New Roman" w:hAnsi="Times New Roman" w:cs="Times New Roman"/>
                <w:sz w:val="24"/>
                <w:szCs w:val="24"/>
              </w:rPr>
              <w:t xml:space="preserve">Доля выпускников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323A47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общеобразовательных организаций, не сдавших единый государственный экзамен в общей численности выпускников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323A47">
              <w:rPr>
                <w:rFonts w:ascii="Times New Roman" w:hAnsi="Times New Roman" w:cs="Times New Roman"/>
                <w:sz w:val="24"/>
                <w:szCs w:val="24"/>
              </w:rPr>
              <w:t>общеобразовательных организаций</w:t>
            </w:r>
          </w:p>
        </w:tc>
        <w:tc>
          <w:tcPr>
            <w:tcW w:w="992" w:type="dxa"/>
            <w:gridSpan w:val="2"/>
          </w:tcPr>
          <w:p w:rsidR="00DD724B" w:rsidRDefault="00DD724B" w:rsidP="00A700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677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4039" w:type="dxa"/>
          </w:tcPr>
          <w:p w:rsidR="00DD724B" w:rsidRPr="007A03AA" w:rsidRDefault="00DD724B" w:rsidP="007A03A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7A03AA">
                <w:rPr>
                  <w:rFonts w:ascii="Times New Roman" w:hAnsi="Times New Roman" w:cs="Times New Roman"/>
                  <w:sz w:val="24"/>
                  <w:szCs w:val="24"/>
                </w:rPr>
                <w:t>Указ Президента Российской Федерации от 07 мая 2012 года N 599 "О мерах по реализации государственной политики в области образования и науки"</w:t>
              </w:r>
            </w:hyperlink>
          </w:p>
        </w:tc>
      </w:tr>
      <w:tr w:rsidR="00DD724B" w:rsidTr="005E5D74">
        <w:tc>
          <w:tcPr>
            <w:tcW w:w="629" w:type="dxa"/>
          </w:tcPr>
          <w:p w:rsidR="00DD724B" w:rsidRDefault="00DD724B" w:rsidP="009F4A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32" w:type="dxa"/>
          </w:tcPr>
          <w:p w:rsidR="00DD724B" w:rsidRDefault="00DD72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11.</w:t>
            </w:r>
          </w:p>
          <w:p w:rsidR="00DD724B" w:rsidRDefault="00DD72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A03AA">
              <w:rPr>
                <w:rFonts w:ascii="Times New Roman" w:hAnsi="Times New Roman" w:cs="Times New Roman"/>
                <w:sz w:val="24"/>
                <w:szCs w:val="24"/>
              </w:rPr>
              <w:t>оля выпускников муниципальных общеобразовательных организаций, не получивших аттестат о среднем общем образ</w:t>
            </w:r>
            <w:r w:rsidRPr="00E15D82">
              <w:rPr>
                <w:rFonts w:ascii="Times New Roman" w:hAnsi="Times New Roman" w:cs="Times New Roman"/>
                <w:sz w:val="24"/>
                <w:szCs w:val="24"/>
              </w:rPr>
              <w:t>овании</w:t>
            </w:r>
          </w:p>
        </w:tc>
        <w:tc>
          <w:tcPr>
            <w:tcW w:w="992" w:type="dxa"/>
            <w:gridSpan w:val="2"/>
          </w:tcPr>
          <w:p w:rsidR="00DD724B" w:rsidRDefault="00DD724B" w:rsidP="00A700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677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4039" w:type="dxa"/>
          </w:tcPr>
          <w:p w:rsidR="00DD724B" w:rsidRPr="00E15D82" w:rsidRDefault="00DD724B" w:rsidP="00E15D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Pr="00E15D82">
                <w:rPr>
                  <w:rFonts w:ascii="Times New Roman" w:hAnsi="Times New Roman" w:cs="Times New Roman"/>
                  <w:sz w:val="24"/>
                  <w:szCs w:val="24"/>
                </w:rPr>
                <w:t>Федеральный закон от 29 декабря 2012 года N 273-ФЗ "Об образовании в Российской Федерации"</w:t>
              </w:r>
            </w:hyperlink>
          </w:p>
        </w:tc>
      </w:tr>
      <w:tr w:rsidR="00DD724B" w:rsidRPr="00E15D82" w:rsidTr="005E5D74">
        <w:tc>
          <w:tcPr>
            <w:tcW w:w="629" w:type="dxa"/>
          </w:tcPr>
          <w:p w:rsidR="00DD724B" w:rsidRDefault="00DD724B" w:rsidP="009F4A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459" w:type="dxa"/>
            <w:gridSpan w:val="12"/>
          </w:tcPr>
          <w:p w:rsidR="00DD724B" w:rsidRPr="00947B8E" w:rsidRDefault="00DD724B" w:rsidP="009F4A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B8E">
              <w:rPr>
                <w:rFonts w:ascii="Times New Roman" w:hAnsi="Times New Roman" w:cs="Times New Roman"/>
                <w:b/>
                <w:sz w:val="24"/>
                <w:szCs w:val="24"/>
              </w:rPr>
              <w:t>Задача 8 «</w:t>
            </w:r>
            <w:r w:rsidRPr="00947B8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Обеспечение государственных  гарантий прав граждан на получение общедоступного и бесплатного общего образования в муниципальных общеобразовательных организациях»</w:t>
            </w:r>
          </w:p>
        </w:tc>
      </w:tr>
      <w:tr w:rsidR="00DD724B" w:rsidTr="005E5D74">
        <w:tc>
          <w:tcPr>
            <w:tcW w:w="629" w:type="dxa"/>
          </w:tcPr>
          <w:p w:rsidR="00DD724B" w:rsidRDefault="00DD724B" w:rsidP="009F4A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932" w:type="dxa"/>
          </w:tcPr>
          <w:p w:rsidR="00DD724B" w:rsidRPr="000C41A9" w:rsidRDefault="00DD72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12.</w:t>
            </w:r>
          </w:p>
          <w:p w:rsidR="00DD724B" w:rsidRDefault="00DD72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C41A9">
              <w:rPr>
                <w:rFonts w:ascii="Times New Roman" w:hAnsi="Times New Roman" w:cs="Times New Roman"/>
                <w:sz w:val="24"/>
                <w:szCs w:val="24"/>
              </w:rPr>
              <w:t>оотношение уровня средней заработной платы педагогических работников общеобразовательных школ и средней заработной платы в экономике Свердловской области</w:t>
            </w:r>
          </w:p>
        </w:tc>
        <w:tc>
          <w:tcPr>
            <w:tcW w:w="992" w:type="dxa"/>
            <w:gridSpan w:val="2"/>
          </w:tcPr>
          <w:p w:rsidR="00DD724B" w:rsidRDefault="00DD724B" w:rsidP="00A700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677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039" w:type="dxa"/>
          </w:tcPr>
          <w:p w:rsidR="00DD724B" w:rsidRPr="000C41A9" w:rsidRDefault="00DD724B" w:rsidP="000C41A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Pr="000C41A9">
                <w:rPr>
                  <w:rFonts w:ascii="Times New Roman" w:hAnsi="Times New Roman" w:cs="Times New Roman"/>
                  <w:sz w:val="24"/>
                  <w:szCs w:val="24"/>
                </w:rPr>
                <w:t>Указ Президента Российской Федерации от 07 мая 2012 года N 597 "О мероприятиях по реализации государственной социальной политики"</w:t>
              </w:r>
            </w:hyperlink>
          </w:p>
        </w:tc>
      </w:tr>
      <w:tr w:rsidR="00DD724B" w:rsidTr="005E5D74">
        <w:tc>
          <w:tcPr>
            <w:tcW w:w="629" w:type="dxa"/>
          </w:tcPr>
          <w:p w:rsidR="00DD724B" w:rsidRDefault="00DD724B" w:rsidP="009F4A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459" w:type="dxa"/>
            <w:gridSpan w:val="12"/>
          </w:tcPr>
          <w:p w:rsidR="00DD724B" w:rsidRPr="00947B8E" w:rsidRDefault="00DD724B" w:rsidP="009F4A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B8E">
              <w:rPr>
                <w:rFonts w:ascii="Times New Roman" w:hAnsi="Times New Roman" w:cs="Times New Roman"/>
                <w:b/>
                <w:sz w:val="24"/>
                <w:szCs w:val="24"/>
              </w:rPr>
              <w:t>Цель 3 «</w:t>
            </w:r>
            <w:r w:rsidRPr="00947B8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Обеспечение доступности качественных образовательных услуг в сфере дополнительного образования  </w:t>
            </w:r>
            <w:r w:rsidRPr="00947B8E">
              <w:rPr>
                <w:rFonts w:ascii="Times New Roman" w:hAnsi="Times New Roman" w:cs="Times New Roman"/>
                <w:b/>
                <w:sz w:val="24"/>
                <w:szCs w:val="24"/>
              </w:rPr>
              <w:t>Нижнесергинского  муниципального района»</w:t>
            </w:r>
          </w:p>
        </w:tc>
      </w:tr>
      <w:tr w:rsidR="00DD724B" w:rsidTr="005E5D74">
        <w:tc>
          <w:tcPr>
            <w:tcW w:w="629" w:type="dxa"/>
          </w:tcPr>
          <w:p w:rsidR="00DD724B" w:rsidRDefault="00DD724B" w:rsidP="009F4A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459" w:type="dxa"/>
            <w:gridSpan w:val="12"/>
          </w:tcPr>
          <w:p w:rsidR="00DD724B" w:rsidRPr="00947B8E" w:rsidRDefault="00DD724B" w:rsidP="007A05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B8E">
              <w:rPr>
                <w:rFonts w:ascii="Times New Roman" w:hAnsi="Times New Roman" w:cs="Times New Roman"/>
                <w:b/>
                <w:sz w:val="24"/>
                <w:szCs w:val="24"/>
              </w:rPr>
              <w:t>Задача 9 «Организация предоставления дополнительного образования детей в муниципальных образовательных организациях Нижнесергинского муниципального района»</w:t>
            </w:r>
          </w:p>
        </w:tc>
      </w:tr>
      <w:tr w:rsidR="00DD724B" w:rsidRPr="007A0595" w:rsidTr="005E5D74">
        <w:tc>
          <w:tcPr>
            <w:tcW w:w="629" w:type="dxa"/>
          </w:tcPr>
          <w:p w:rsidR="00DD724B" w:rsidRDefault="00DD724B" w:rsidP="009F4A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932" w:type="dxa"/>
          </w:tcPr>
          <w:p w:rsidR="00DD724B" w:rsidRPr="007A0595" w:rsidRDefault="00DD724B" w:rsidP="007A059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13.</w:t>
            </w:r>
          </w:p>
          <w:p w:rsidR="00DD724B" w:rsidRDefault="00DD72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0595">
              <w:rPr>
                <w:rFonts w:ascii="Times New Roman" w:hAnsi="Times New Roman" w:cs="Times New Roman"/>
                <w:sz w:val="24"/>
                <w:szCs w:val="24"/>
              </w:rPr>
              <w:t>Доля детей, охваченных образовательными программами дополнительного образования детей, в общей численности детей 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олодежи в возрасте 5-18 лет </w:t>
            </w:r>
          </w:p>
        </w:tc>
        <w:tc>
          <w:tcPr>
            <w:tcW w:w="992" w:type="dxa"/>
            <w:gridSpan w:val="2"/>
          </w:tcPr>
          <w:p w:rsidR="00DD724B" w:rsidRDefault="00DD724B" w:rsidP="00A700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677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701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4039" w:type="dxa"/>
          </w:tcPr>
          <w:p w:rsidR="00DD724B" w:rsidRPr="007A0595" w:rsidRDefault="00DD724B" w:rsidP="007A05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Pr="007A0595">
                <w:rPr>
                  <w:rFonts w:ascii="Times New Roman" w:hAnsi="Times New Roman" w:cs="Times New Roman"/>
                  <w:sz w:val="24"/>
                  <w:szCs w:val="24"/>
                </w:rPr>
                <w:t>Указ Президента Российской Федерации от 07 мая 2012 года N 599 "О мерах по реализации государственной политики в области образования и науки"</w:t>
              </w:r>
            </w:hyperlink>
          </w:p>
        </w:tc>
      </w:tr>
      <w:tr w:rsidR="00DD724B" w:rsidRPr="007A0595" w:rsidTr="005E5D74">
        <w:trPr>
          <w:trHeight w:val="2011"/>
        </w:trPr>
        <w:tc>
          <w:tcPr>
            <w:tcW w:w="629" w:type="dxa"/>
          </w:tcPr>
          <w:p w:rsidR="00DD724B" w:rsidRDefault="00DD724B" w:rsidP="009F4A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32" w:type="dxa"/>
          </w:tcPr>
          <w:p w:rsidR="00DD724B" w:rsidRDefault="00DD724B" w:rsidP="007A059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0595">
              <w:rPr>
                <w:rFonts w:ascii="Times New Roman" w:hAnsi="Times New Roman" w:cs="Times New Roman"/>
                <w:sz w:val="24"/>
                <w:szCs w:val="24"/>
              </w:rPr>
              <w:t>Целевой показатель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DD724B" w:rsidRPr="00835781" w:rsidRDefault="00DD724B" w:rsidP="00835781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835781">
              <w:rPr>
                <w:rFonts w:ascii="Times New Roman" w:hAnsi="Times New Roman"/>
                <w:sz w:val="24"/>
                <w:szCs w:val="24"/>
              </w:rPr>
              <w:t>оотношение средней заработной платы педагогических работников муниципальных организаций дополнительного образования детей к средней заработной плате учителей муниципальных образовательных организаций общего образования в Нижнесергинском муниципальном районе – 100%;</w:t>
            </w:r>
          </w:p>
          <w:p w:rsidR="00DD724B" w:rsidRDefault="00DD72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DD724B" w:rsidRDefault="00DD724B" w:rsidP="00A700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677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039" w:type="dxa"/>
          </w:tcPr>
          <w:p w:rsidR="00DD724B" w:rsidRPr="007A0595" w:rsidRDefault="00DD724B" w:rsidP="007A0595">
            <w:pPr>
              <w:spacing w:before="100" w:beforeAutospacing="1" w:after="100" w:afterAutospacing="1"/>
              <w:jc w:val="both"/>
            </w:pPr>
            <w:hyperlink r:id="rId18" w:history="1">
              <w:r w:rsidRPr="007A0595">
                <w:t>Постановление Правительства Свердловской области от 26.02.2013 N 223-ПП "Об утверждении Плана мероприятий ("Дорожной карты"</w:t>
              </w:r>
            </w:hyperlink>
            <w:r w:rsidRPr="007A0595">
              <w:t>) "Изменения в отраслях социальной сферы, направленные на повышение эффективности образования" в Свердловской области на 2013 - 2018 годы"</w:t>
            </w:r>
          </w:p>
          <w:p w:rsidR="00DD724B" w:rsidRPr="007A0595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24B" w:rsidRPr="007A0595" w:rsidTr="005E7F8E">
        <w:trPr>
          <w:trHeight w:val="1306"/>
        </w:trPr>
        <w:tc>
          <w:tcPr>
            <w:tcW w:w="629" w:type="dxa"/>
          </w:tcPr>
          <w:p w:rsidR="00DD724B" w:rsidRDefault="00DD724B" w:rsidP="009F4A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932" w:type="dxa"/>
          </w:tcPr>
          <w:p w:rsidR="00DD724B" w:rsidRDefault="00DD724B" w:rsidP="007A059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показатель15.</w:t>
            </w:r>
          </w:p>
          <w:p w:rsidR="00DD724B" w:rsidRPr="007A0595" w:rsidRDefault="00DD724B" w:rsidP="00066EA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5 до 18 лет, получающих дополнительное образование 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</w:t>
            </w:r>
          </w:p>
        </w:tc>
        <w:tc>
          <w:tcPr>
            <w:tcW w:w="992" w:type="dxa"/>
            <w:gridSpan w:val="2"/>
          </w:tcPr>
          <w:p w:rsidR="00DD724B" w:rsidRDefault="00DD724B" w:rsidP="00A700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677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701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4039" w:type="dxa"/>
          </w:tcPr>
          <w:p w:rsidR="00DD724B" w:rsidRDefault="00DD724B" w:rsidP="005E7F8E">
            <w:pPr>
              <w:spacing w:before="100" w:beforeAutospacing="1" w:after="100" w:afterAutospacing="1"/>
              <w:jc w:val="both"/>
            </w:pPr>
            <w:r>
              <w:t>Распоряжение</w:t>
            </w:r>
            <w:r w:rsidRPr="00AB6DE4">
              <w:t xml:space="preserve"> Правительства Российской Федерации от 04.09.2014 №1726-р, </w:t>
            </w:r>
            <w:r w:rsidRPr="005E7F8E">
              <w:t>Федеральный проект «Успех каждого ребенка» национального проекта «Образование» государственной программы Российской Федерации «Развитие образования», утвержденной постановлением Правительства Российской Федерации от 26.12.2017 №1642</w:t>
            </w:r>
            <w:r>
              <w:t>.</w:t>
            </w:r>
          </w:p>
        </w:tc>
      </w:tr>
      <w:tr w:rsidR="00DD724B" w:rsidRPr="007A0595" w:rsidTr="005E5D74">
        <w:trPr>
          <w:trHeight w:val="2011"/>
        </w:trPr>
        <w:tc>
          <w:tcPr>
            <w:tcW w:w="629" w:type="dxa"/>
          </w:tcPr>
          <w:p w:rsidR="00DD724B" w:rsidRDefault="00DD724B" w:rsidP="009F4A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932" w:type="dxa"/>
          </w:tcPr>
          <w:p w:rsidR="00DD724B" w:rsidRDefault="00DD724B" w:rsidP="00EC4D3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показатель16.</w:t>
            </w:r>
          </w:p>
          <w:p w:rsidR="00DD724B" w:rsidRPr="007A0595" w:rsidRDefault="00DD724B" w:rsidP="007A059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992" w:type="dxa"/>
            <w:gridSpan w:val="2"/>
          </w:tcPr>
          <w:p w:rsidR="00DD724B" w:rsidRDefault="00DD724B" w:rsidP="00A700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677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DD724B" w:rsidRDefault="00DD724B" w:rsidP="005E7F8E">
            <w:pPr>
              <w:pStyle w:val="ConsPlusNormal"/>
              <w:ind w:firstLine="1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DD724B" w:rsidRDefault="00DD724B" w:rsidP="005E7F8E">
            <w:pPr>
              <w:pStyle w:val="ConsPlusNormal"/>
              <w:ind w:firstLine="1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5 %</w:t>
            </w:r>
          </w:p>
        </w:tc>
        <w:tc>
          <w:tcPr>
            <w:tcW w:w="1701" w:type="dxa"/>
            <w:gridSpan w:val="2"/>
          </w:tcPr>
          <w:p w:rsidR="00DD724B" w:rsidRDefault="00DD724B" w:rsidP="005E7F8E">
            <w:pPr>
              <w:pStyle w:val="ConsPlusNormal"/>
              <w:ind w:firstLine="1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DD724B" w:rsidRDefault="00DD724B" w:rsidP="005E7F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5 %</w:t>
            </w:r>
          </w:p>
        </w:tc>
        <w:tc>
          <w:tcPr>
            <w:tcW w:w="4039" w:type="dxa"/>
          </w:tcPr>
          <w:p w:rsidR="00DD724B" w:rsidRDefault="00DD724B" w:rsidP="007A0595">
            <w:pPr>
              <w:spacing w:before="100" w:beforeAutospacing="1" w:after="100" w:afterAutospacing="1"/>
              <w:jc w:val="both"/>
            </w:pPr>
            <w:r>
              <w:t>Распоряжение</w:t>
            </w:r>
            <w:r w:rsidRPr="00AB6DE4">
              <w:t xml:space="preserve"> Правительства Российской Федерации от 04.09.2014 №1726-р, </w:t>
            </w:r>
            <w:r w:rsidRPr="005E7F8E">
              <w:t>Федеральный проект «Успех каждого ребенка» национального проекта «Образование» государственной программы Российской Федерации «Развитие образования», утвержденной постановлением Правительства Российской Федерации от 26.12.2017 №1642</w:t>
            </w:r>
          </w:p>
        </w:tc>
      </w:tr>
      <w:tr w:rsidR="00DD724B" w:rsidTr="005E5D74">
        <w:tc>
          <w:tcPr>
            <w:tcW w:w="629" w:type="dxa"/>
          </w:tcPr>
          <w:p w:rsidR="00DD724B" w:rsidRDefault="00DD724B" w:rsidP="009F4A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459" w:type="dxa"/>
            <w:gridSpan w:val="12"/>
          </w:tcPr>
          <w:p w:rsidR="00DD724B" w:rsidRPr="009F4A40" w:rsidRDefault="00DD724B" w:rsidP="009F4A4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A40">
              <w:rPr>
                <w:rFonts w:ascii="Times New Roman" w:hAnsi="Times New Roman" w:cs="Times New Roman"/>
                <w:b/>
                <w:sz w:val="24"/>
                <w:szCs w:val="24"/>
              </w:rPr>
              <w:t>Цель 4 «Создание условий для сохранения здоровья и развития детей в Нижнесергинском муниципальном районе»</w:t>
            </w:r>
          </w:p>
        </w:tc>
      </w:tr>
      <w:tr w:rsidR="00DD724B" w:rsidTr="005E5D74">
        <w:tc>
          <w:tcPr>
            <w:tcW w:w="629" w:type="dxa"/>
          </w:tcPr>
          <w:p w:rsidR="00DD724B" w:rsidRDefault="00DD724B" w:rsidP="009F4A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459" w:type="dxa"/>
            <w:gridSpan w:val="12"/>
          </w:tcPr>
          <w:p w:rsidR="00DD724B" w:rsidRPr="009F4A40" w:rsidRDefault="00DD724B" w:rsidP="009F4A4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A40">
              <w:rPr>
                <w:rFonts w:ascii="Times New Roman" w:hAnsi="Times New Roman" w:cs="Times New Roman"/>
                <w:b/>
                <w:sz w:val="24"/>
                <w:szCs w:val="24"/>
              </w:rPr>
              <w:t>Задача 10  «Совершенствование форм организации отдыха и оздоровления детей»</w:t>
            </w:r>
          </w:p>
        </w:tc>
      </w:tr>
      <w:tr w:rsidR="00DD724B" w:rsidTr="005E5D74">
        <w:tc>
          <w:tcPr>
            <w:tcW w:w="629" w:type="dxa"/>
          </w:tcPr>
          <w:p w:rsidR="00DD724B" w:rsidRDefault="00DD724B" w:rsidP="009F4A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932" w:type="dxa"/>
          </w:tcPr>
          <w:p w:rsidR="00DD724B" w:rsidRDefault="00DD72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0595">
              <w:rPr>
                <w:rFonts w:ascii="Times New Roman" w:hAnsi="Times New Roman" w:cs="Times New Roman"/>
                <w:sz w:val="24"/>
                <w:szCs w:val="24"/>
              </w:rPr>
              <w:t>Целевой показатель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:rsidR="00DD724B" w:rsidRDefault="00DD72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A47">
              <w:rPr>
                <w:rFonts w:ascii="Times New Roman" w:hAnsi="Times New Roman" w:cs="Times New Roman"/>
                <w:sz w:val="24"/>
                <w:szCs w:val="24"/>
              </w:rPr>
              <w:t>Доля детей и подростков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Нижнесергинского муниципального района</w:t>
            </w:r>
            <w:r w:rsidRPr="00323A47">
              <w:rPr>
                <w:rFonts w:ascii="Times New Roman" w:hAnsi="Times New Roman" w:cs="Times New Roman"/>
                <w:sz w:val="24"/>
                <w:szCs w:val="24"/>
              </w:rPr>
              <w:t xml:space="preserve">, получивших услуги по организации отдыха и оздоровления в санаторно-курортных учреждениях, загородных детских оздоровительных лагерях, от общей численности детей школьного возраста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Нижнесергинском муниципальном районе</w:t>
            </w:r>
          </w:p>
        </w:tc>
        <w:tc>
          <w:tcPr>
            <w:tcW w:w="992" w:type="dxa"/>
            <w:gridSpan w:val="2"/>
          </w:tcPr>
          <w:p w:rsidR="00DD724B" w:rsidRDefault="00DD724B" w:rsidP="00A700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677" w:type="dxa"/>
            <w:gridSpan w:val="2"/>
          </w:tcPr>
          <w:p w:rsidR="00DD724B" w:rsidRDefault="00DD724B" w:rsidP="00070E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559" w:type="dxa"/>
            <w:gridSpan w:val="2"/>
          </w:tcPr>
          <w:p w:rsidR="00DD724B" w:rsidRDefault="00DD724B" w:rsidP="002A4731">
            <w:pPr>
              <w:jc w:val="center"/>
            </w:pPr>
            <w:r w:rsidRPr="009D4209">
              <w:t>80,0</w:t>
            </w:r>
          </w:p>
        </w:tc>
        <w:tc>
          <w:tcPr>
            <w:tcW w:w="1701" w:type="dxa"/>
            <w:gridSpan w:val="2"/>
          </w:tcPr>
          <w:p w:rsidR="00DD724B" w:rsidRDefault="00DD724B" w:rsidP="002A4731">
            <w:pPr>
              <w:jc w:val="center"/>
            </w:pPr>
            <w:r w:rsidRPr="009D4209">
              <w:t>80,0</w:t>
            </w:r>
          </w:p>
        </w:tc>
        <w:tc>
          <w:tcPr>
            <w:tcW w:w="4039" w:type="dxa"/>
          </w:tcPr>
          <w:p w:rsidR="00DD724B" w:rsidRPr="002F5340" w:rsidRDefault="00DD724B" w:rsidP="002F53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Pr="002F5340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 Правительства Свердловской области от 21.12.2012 N 1484-ПП "О Концепции развития отдыха и оздоровления детей в Свердловской области до 2020 года"</w:t>
              </w:r>
            </w:hyperlink>
          </w:p>
        </w:tc>
      </w:tr>
      <w:tr w:rsidR="00DD724B" w:rsidTr="005E5D74">
        <w:tc>
          <w:tcPr>
            <w:tcW w:w="629" w:type="dxa"/>
          </w:tcPr>
          <w:p w:rsidR="00DD724B" w:rsidRDefault="00DD724B" w:rsidP="009F4A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459" w:type="dxa"/>
            <w:gridSpan w:val="12"/>
          </w:tcPr>
          <w:p w:rsidR="00DD724B" w:rsidRPr="009F4A40" w:rsidRDefault="00DD724B" w:rsidP="009F4A40">
            <w:pPr>
              <w:pStyle w:val="ConsPlusNormal"/>
              <w:ind w:firstLine="0"/>
              <w:jc w:val="center"/>
              <w:rPr>
                <w:b/>
                <w:sz w:val="24"/>
                <w:szCs w:val="24"/>
              </w:rPr>
            </w:pPr>
            <w:r w:rsidRPr="009F4A40">
              <w:rPr>
                <w:rFonts w:ascii="Times New Roman" w:hAnsi="Times New Roman" w:cs="Times New Roman"/>
                <w:b/>
                <w:sz w:val="24"/>
                <w:szCs w:val="24"/>
              </w:rPr>
              <w:t>Задача 11. «Сохранение и развитие инфраструктуры детского оздоровительного лагеря «Спутник»</w:t>
            </w:r>
          </w:p>
        </w:tc>
      </w:tr>
      <w:tr w:rsidR="00DD724B" w:rsidTr="005E5D74">
        <w:tc>
          <w:tcPr>
            <w:tcW w:w="629" w:type="dxa"/>
          </w:tcPr>
          <w:p w:rsidR="00DD724B" w:rsidRDefault="00DD724B" w:rsidP="009F4A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932" w:type="dxa"/>
          </w:tcPr>
          <w:p w:rsidR="00DD724B" w:rsidRPr="003829C5" w:rsidRDefault="00DD72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18.</w:t>
            </w:r>
          </w:p>
          <w:p w:rsidR="00DD724B" w:rsidRPr="003829C5" w:rsidRDefault="00DD72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29C5">
              <w:rPr>
                <w:rFonts w:ascii="Times New Roman" w:hAnsi="Times New Roman"/>
                <w:sz w:val="24"/>
                <w:szCs w:val="24"/>
              </w:rPr>
              <w:t>Проведение работ  по капитальному  ремонту и приведение в соответствие с требованиями пожарной безопасности и санитарного законодательства инфраструктуры детского оздоровительного лагеря «Спутник»</w:t>
            </w:r>
          </w:p>
        </w:tc>
        <w:tc>
          <w:tcPr>
            <w:tcW w:w="992" w:type="dxa"/>
            <w:gridSpan w:val="2"/>
          </w:tcPr>
          <w:p w:rsidR="00DD724B" w:rsidRPr="003829C5" w:rsidRDefault="00DD724B" w:rsidP="00A700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9C5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677" w:type="dxa"/>
            <w:gridSpan w:val="2"/>
          </w:tcPr>
          <w:p w:rsidR="00DD724B" w:rsidRPr="003829C5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29C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gridSpan w:val="2"/>
          </w:tcPr>
          <w:p w:rsidR="00DD724B" w:rsidRPr="003829C5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29C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gridSpan w:val="2"/>
          </w:tcPr>
          <w:p w:rsidR="00DD724B" w:rsidRPr="003829C5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29C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</w:tcPr>
          <w:p w:rsidR="00DD724B" w:rsidRPr="003829C5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29C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039" w:type="dxa"/>
          </w:tcPr>
          <w:p w:rsidR="00DD724B" w:rsidRPr="003829C5" w:rsidRDefault="00DD724B" w:rsidP="007D2F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29C5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         от 01 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 2012 года № 761 «О Националь</w:t>
            </w:r>
            <w:r w:rsidRPr="003829C5">
              <w:rPr>
                <w:rFonts w:ascii="Times New Roman" w:hAnsi="Times New Roman" w:cs="Times New Roman"/>
                <w:sz w:val="24"/>
                <w:szCs w:val="24"/>
              </w:rPr>
              <w:t>ной стратегии действий в интересах детей на 2012–2017 годы»</w:t>
            </w:r>
          </w:p>
        </w:tc>
      </w:tr>
      <w:tr w:rsidR="00DD724B" w:rsidTr="005E5D74">
        <w:tc>
          <w:tcPr>
            <w:tcW w:w="629" w:type="dxa"/>
          </w:tcPr>
          <w:p w:rsidR="00DD724B" w:rsidRDefault="00DD724B" w:rsidP="009F4A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459" w:type="dxa"/>
            <w:gridSpan w:val="12"/>
          </w:tcPr>
          <w:p w:rsidR="00DD724B" w:rsidRPr="009F4A40" w:rsidRDefault="00DD724B" w:rsidP="009F4A4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A40">
              <w:rPr>
                <w:rFonts w:ascii="Times New Roman" w:hAnsi="Times New Roman" w:cs="Times New Roman"/>
                <w:b/>
                <w:sz w:val="24"/>
                <w:szCs w:val="24"/>
              </w:rPr>
              <w:t>Цель 5 «Развитие системы патриотического воспитания  несовершеннолетних Нижнесергинского муниципального района»</w:t>
            </w:r>
          </w:p>
        </w:tc>
      </w:tr>
      <w:tr w:rsidR="00DD724B" w:rsidTr="005E5D74">
        <w:tc>
          <w:tcPr>
            <w:tcW w:w="629" w:type="dxa"/>
          </w:tcPr>
          <w:p w:rsidR="00DD724B" w:rsidRDefault="00DD724B" w:rsidP="009F4A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459" w:type="dxa"/>
            <w:gridSpan w:val="12"/>
          </w:tcPr>
          <w:p w:rsidR="00DD724B" w:rsidRPr="009F4A40" w:rsidRDefault="00DD724B" w:rsidP="009F4A4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A40">
              <w:rPr>
                <w:rFonts w:ascii="Times New Roman" w:hAnsi="Times New Roman" w:cs="Times New Roman"/>
                <w:b/>
                <w:sz w:val="24"/>
                <w:szCs w:val="24"/>
              </w:rPr>
              <w:t>Задача 12  «Модернизация  содержания и форм патриотического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оспитания как условие вовлечения</w:t>
            </w:r>
            <w:r w:rsidRPr="009F4A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широких масс граждан Нижнесергинского муниципального района в мероприятия историко-патриотической, героико-патриотической, военно-патриотической направленности»</w:t>
            </w:r>
          </w:p>
        </w:tc>
      </w:tr>
      <w:tr w:rsidR="00DD724B" w:rsidRPr="00B76C92" w:rsidTr="005E5D74">
        <w:tc>
          <w:tcPr>
            <w:tcW w:w="629" w:type="dxa"/>
          </w:tcPr>
          <w:p w:rsidR="00DD724B" w:rsidRDefault="00DD724B" w:rsidP="009F4A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932" w:type="dxa"/>
          </w:tcPr>
          <w:p w:rsidR="00DD724B" w:rsidRPr="00B76C92" w:rsidRDefault="00DD72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19.</w:t>
            </w:r>
          </w:p>
          <w:p w:rsidR="00DD724B" w:rsidRPr="005B3B73" w:rsidRDefault="00DD724B" w:rsidP="00B76C9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5B3B73">
              <w:rPr>
                <w:rFonts w:ascii="Times New Roman" w:hAnsi="Times New Roman"/>
                <w:sz w:val="24"/>
                <w:szCs w:val="24"/>
              </w:rPr>
              <w:t xml:space="preserve">Доля детей и подростков муниципальных образовательных организаций, принявших участие в мероприятиях  патриотической направленности </w:t>
            </w:r>
          </w:p>
          <w:p w:rsidR="00DD724B" w:rsidRPr="00B76C92" w:rsidRDefault="00DD72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DD724B" w:rsidRDefault="00DD724B" w:rsidP="00A700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677" w:type="dxa"/>
            <w:gridSpan w:val="2"/>
          </w:tcPr>
          <w:p w:rsidR="00DD724B" w:rsidRPr="00A139C8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559" w:type="dxa"/>
            <w:gridSpan w:val="2"/>
          </w:tcPr>
          <w:p w:rsidR="00DD724B" w:rsidRPr="00A139C8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1701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4039" w:type="dxa"/>
          </w:tcPr>
          <w:p w:rsidR="00DD724B" w:rsidRPr="00B76C92" w:rsidRDefault="00DD724B" w:rsidP="008E348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Pr="00B76C92">
                <w:rPr>
                  <w:rFonts w:ascii="Times New Roman" w:hAnsi="Times New Roman" w:cs="Times New Roman"/>
                  <w:sz w:val="24"/>
                  <w:szCs w:val="24"/>
                </w:rPr>
                <w:t>Указ Президента Российской Федерации от 19 декабря 2012 года N 1666 "О Стратегии государственной национальной политики Российской Федерации на период до 2025 года"</w:t>
              </w:r>
            </w:hyperlink>
            <w:r w:rsidRPr="00B76C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C9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1" w:history="1">
              <w:r w:rsidRPr="000F70DB">
                <w:rPr>
                  <w:rFonts w:ascii="Times New Roman" w:hAnsi="Times New Roman" w:cs="Times New Roman"/>
                  <w:sz w:val="24"/>
                  <w:szCs w:val="24"/>
                </w:rPr>
                <w:t>Распоряжение Правительства Российской Федерации от 15.07.2013 N 1226-р</w:t>
              </w:r>
            </w:hyperlink>
            <w:r>
              <w:rPr>
                <w:sz w:val="24"/>
                <w:szCs w:val="24"/>
              </w:rPr>
              <w:t xml:space="preserve"> «</w:t>
            </w:r>
            <w:r w:rsidRPr="008E3486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утверждении плана мероприятий по реализации в 2013 – 2015 годах Стратегии государственной национальной политики Российской Федерации на период до 2025 года» </w:t>
            </w:r>
          </w:p>
        </w:tc>
      </w:tr>
      <w:tr w:rsidR="00DD724B" w:rsidTr="005E5D74">
        <w:tc>
          <w:tcPr>
            <w:tcW w:w="629" w:type="dxa"/>
          </w:tcPr>
          <w:p w:rsidR="00DD724B" w:rsidRDefault="00DD724B" w:rsidP="009F4A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459" w:type="dxa"/>
            <w:gridSpan w:val="12"/>
          </w:tcPr>
          <w:p w:rsidR="00DD724B" w:rsidRPr="009F4A40" w:rsidRDefault="00DD724B" w:rsidP="009F4A4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A40">
              <w:rPr>
                <w:rFonts w:ascii="Times New Roman" w:hAnsi="Times New Roman" w:cs="Times New Roman"/>
                <w:b/>
                <w:sz w:val="24"/>
                <w:szCs w:val="24"/>
              </w:rPr>
              <w:t>Цель 6 «Материально-техническое обеспечение системы образования в Нижнесергинском муниципальном  районе в соответствии с требованиями федеральных государственных образовательных стандартов»</w:t>
            </w:r>
          </w:p>
        </w:tc>
      </w:tr>
      <w:tr w:rsidR="00DD724B" w:rsidTr="005E5D74">
        <w:tc>
          <w:tcPr>
            <w:tcW w:w="629" w:type="dxa"/>
          </w:tcPr>
          <w:p w:rsidR="00DD724B" w:rsidRDefault="00DD724B" w:rsidP="009F4A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459" w:type="dxa"/>
            <w:gridSpan w:val="12"/>
          </w:tcPr>
          <w:p w:rsidR="00DD724B" w:rsidRPr="009F4A40" w:rsidRDefault="00DD724B" w:rsidP="009F4A4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A40">
              <w:rPr>
                <w:rFonts w:ascii="Times New Roman" w:hAnsi="Times New Roman" w:cs="Times New Roman"/>
                <w:b/>
                <w:sz w:val="24"/>
                <w:szCs w:val="24"/>
              </w:rPr>
              <w:t>Задача 13 «Обеспечение соответствия состояния зданий и сооружений  муниципальных образовательных организаций Нижнесергинского муниципального района требованиям пожарной безопасности и санитарного законодательства»</w:t>
            </w:r>
          </w:p>
        </w:tc>
      </w:tr>
      <w:tr w:rsidR="00DD724B" w:rsidTr="005E5D74">
        <w:tc>
          <w:tcPr>
            <w:tcW w:w="629" w:type="dxa"/>
          </w:tcPr>
          <w:p w:rsidR="00DD724B" w:rsidRDefault="00DD724B" w:rsidP="009F4A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932" w:type="dxa"/>
          </w:tcPr>
          <w:p w:rsidR="00DD724B" w:rsidRDefault="00DD72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20.</w:t>
            </w:r>
          </w:p>
          <w:p w:rsidR="00DD724B" w:rsidRPr="000B332B" w:rsidRDefault="00DD72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B332B">
              <w:rPr>
                <w:rFonts w:ascii="Times New Roman" w:hAnsi="Times New Roman" w:cs="Times New Roman"/>
                <w:sz w:val="24"/>
                <w:szCs w:val="24"/>
              </w:rPr>
              <w:t>оля зданий муниципальных образовательных организаций, требующих капитального ремонта, приведения в соответствие с требованиями пожарной безопасности и санитарного законодательства</w:t>
            </w:r>
          </w:p>
        </w:tc>
        <w:tc>
          <w:tcPr>
            <w:tcW w:w="992" w:type="dxa"/>
            <w:gridSpan w:val="2"/>
          </w:tcPr>
          <w:p w:rsidR="00DD724B" w:rsidRPr="000B332B" w:rsidRDefault="00DD724B" w:rsidP="00A700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677" w:type="dxa"/>
            <w:gridSpan w:val="2"/>
          </w:tcPr>
          <w:p w:rsidR="00DD724B" w:rsidRPr="000B332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gridSpan w:val="2"/>
          </w:tcPr>
          <w:p w:rsidR="00DD724B" w:rsidRPr="000B332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gridSpan w:val="2"/>
          </w:tcPr>
          <w:p w:rsidR="00DD724B" w:rsidRPr="000B332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</w:tcPr>
          <w:p w:rsidR="00DD724B" w:rsidRPr="000B332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039" w:type="dxa"/>
          </w:tcPr>
          <w:p w:rsidR="00DD724B" w:rsidRDefault="00DD724B" w:rsidP="000B33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Pr="000B332B">
                <w:rPr>
                  <w:rFonts w:ascii="Times New Roman" w:hAnsi="Times New Roman" w:cs="Times New Roman"/>
                  <w:sz w:val="24"/>
                  <w:szCs w:val="24"/>
                </w:rPr>
                <w:t>Федеральный закон от 29 декабря 2012 года N 273-ФЗ "Об образовании в Российской Федерации"</w:t>
              </w:r>
            </w:hyperlink>
          </w:p>
          <w:p w:rsidR="00DD724B" w:rsidRDefault="00DD724B" w:rsidP="000B33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Правительства Российской Федерации от 06.10.2011 № 1757-р </w:t>
            </w:r>
          </w:p>
          <w:p w:rsidR="00DD724B" w:rsidRDefault="00DD724B" w:rsidP="000B33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(«Об утверждении стратегии социально-экономического развития Уральского федерального округа на период до 2020 года»), санитарно-эпидемиологические правила и нормативы. </w:t>
            </w:r>
          </w:p>
          <w:p w:rsidR="00DD724B" w:rsidRPr="000B332B" w:rsidRDefault="00DD724B" w:rsidP="000B33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22 июля 2008 года №123-ФЗ «Технический регламент о требованиях пожарной безопасности»</w:t>
            </w:r>
          </w:p>
        </w:tc>
      </w:tr>
      <w:tr w:rsidR="00DD724B" w:rsidTr="005E5D74">
        <w:trPr>
          <w:trHeight w:val="350"/>
        </w:trPr>
        <w:tc>
          <w:tcPr>
            <w:tcW w:w="629" w:type="dxa"/>
          </w:tcPr>
          <w:p w:rsidR="00DD724B" w:rsidRDefault="00DD724B" w:rsidP="009F4A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459" w:type="dxa"/>
            <w:gridSpan w:val="12"/>
          </w:tcPr>
          <w:p w:rsidR="00DD724B" w:rsidRPr="009F4A40" w:rsidRDefault="00DD724B" w:rsidP="009F4A4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A40">
              <w:rPr>
                <w:rFonts w:ascii="Times New Roman" w:hAnsi="Times New Roman" w:cs="Times New Roman"/>
                <w:b/>
                <w:sz w:val="24"/>
                <w:szCs w:val="24"/>
              </w:rPr>
              <w:t>Задача 14 «</w:t>
            </w:r>
            <w:r w:rsidRPr="009F4A40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Pr="009F4A40">
              <w:rPr>
                <w:rFonts w:ascii="Times New Roman" w:hAnsi="Times New Roman" w:cs="Times New Roman"/>
                <w:b/>
                <w:sz w:val="24"/>
                <w:szCs w:val="24"/>
              </w:rPr>
              <w:t>оздание в образовательных организациях условий для успешной социализации детей с ограниченными возможностями здоровья и детей-инвалидов, а также детей-сирот и детей, оставшихся без попечения родителей»</w:t>
            </w:r>
          </w:p>
        </w:tc>
      </w:tr>
      <w:tr w:rsidR="00DD724B" w:rsidTr="005E5D74">
        <w:tc>
          <w:tcPr>
            <w:tcW w:w="629" w:type="dxa"/>
          </w:tcPr>
          <w:p w:rsidR="00DD724B" w:rsidRDefault="00DD724B" w:rsidP="009F4A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932" w:type="dxa"/>
          </w:tcPr>
          <w:p w:rsidR="00DD724B" w:rsidRDefault="00DD724B" w:rsidP="002F06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21.</w:t>
            </w:r>
          </w:p>
          <w:p w:rsidR="00DD724B" w:rsidRPr="009B56AC" w:rsidRDefault="00DD72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B56AC">
              <w:rPr>
                <w:rFonts w:ascii="Times New Roman" w:hAnsi="Times New Roman" w:cs="Times New Roman"/>
                <w:sz w:val="24"/>
                <w:szCs w:val="24"/>
              </w:rPr>
              <w:t>оля детей – инвалидов, получающих общее образование на дому в дистанционной форме, от общей численности  детей – инвалидов Нижнесергинского муниципального района, которым не противопоказано обучение по дистанционным технологиям</w:t>
            </w:r>
          </w:p>
        </w:tc>
        <w:tc>
          <w:tcPr>
            <w:tcW w:w="992" w:type="dxa"/>
            <w:gridSpan w:val="2"/>
          </w:tcPr>
          <w:p w:rsidR="00DD724B" w:rsidRDefault="00DD724B" w:rsidP="00A700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677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039" w:type="dxa"/>
          </w:tcPr>
          <w:p w:rsidR="00DD724B" w:rsidRPr="009B56AC" w:rsidRDefault="00DD724B" w:rsidP="009B56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Pr="009B56AC">
                <w:rPr>
                  <w:rFonts w:ascii="Times New Roman" w:hAnsi="Times New Roman" w:cs="Times New Roman"/>
                  <w:sz w:val="24"/>
                  <w:szCs w:val="24"/>
                </w:rPr>
                <w:t>Федеральный закон от 29 декабря 2012 года N 273-ФЗ "Об образовании в Российской Федерации"</w:t>
              </w:r>
            </w:hyperlink>
          </w:p>
        </w:tc>
      </w:tr>
      <w:tr w:rsidR="00DD724B" w:rsidTr="005E5D74">
        <w:tc>
          <w:tcPr>
            <w:tcW w:w="629" w:type="dxa"/>
          </w:tcPr>
          <w:p w:rsidR="00DD724B" w:rsidRDefault="00DD724B" w:rsidP="009F4A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459" w:type="dxa"/>
            <w:gridSpan w:val="12"/>
          </w:tcPr>
          <w:p w:rsidR="00DD724B" w:rsidRPr="009F4A40" w:rsidRDefault="00DD724B" w:rsidP="009F4A4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A40">
              <w:rPr>
                <w:rFonts w:ascii="Times New Roman" w:hAnsi="Times New Roman" w:cs="Times New Roman"/>
                <w:b/>
                <w:sz w:val="24"/>
                <w:szCs w:val="24"/>
              </w:rPr>
              <w:t>Задача 15 «Сохранение и развитие спортивной инфраструктуры муниципальных общеобразовательных организаций, расположенных в сельской местности»</w:t>
            </w:r>
          </w:p>
        </w:tc>
      </w:tr>
      <w:tr w:rsidR="00DD724B" w:rsidTr="005E5D74">
        <w:tc>
          <w:tcPr>
            <w:tcW w:w="629" w:type="dxa"/>
          </w:tcPr>
          <w:p w:rsidR="00DD724B" w:rsidRDefault="00DD724B" w:rsidP="009F4A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932" w:type="dxa"/>
          </w:tcPr>
          <w:p w:rsidR="00DD724B" w:rsidRDefault="00DD72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22.</w:t>
            </w:r>
          </w:p>
          <w:p w:rsidR="00DD724B" w:rsidRDefault="00DD72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A4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общеобразовательных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организаций</w:t>
            </w:r>
            <w:r w:rsidRPr="00323A47">
              <w:rPr>
                <w:rFonts w:ascii="Times New Roman" w:hAnsi="Times New Roman" w:cs="Times New Roman"/>
                <w:sz w:val="24"/>
                <w:szCs w:val="24"/>
              </w:rPr>
              <w:t>, расположенных в сельской местности, в которых отремонтированы спортивные залы</w:t>
            </w:r>
          </w:p>
          <w:p w:rsidR="00DD724B" w:rsidRDefault="00DD72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DD724B" w:rsidRDefault="00DD724B" w:rsidP="00B757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677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39" w:type="dxa"/>
          </w:tcPr>
          <w:p w:rsidR="00DD724B" w:rsidRPr="00675DC8" w:rsidRDefault="00DD724B" w:rsidP="00D077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Pr="00675DC8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 Правител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ьства Российской Федерации от 26.12.2017 N 1642 "Об утверждении  государственной программы Российской Федерации «Развитие образования» </w:t>
              </w:r>
            </w:hyperlink>
          </w:p>
        </w:tc>
      </w:tr>
      <w:tr w:rsidR="00DD724B" w:rsidTr="005E5D74">
        <w:trPr>
          <w:trHeight w:val="3432"/>
        </w:trPr>
        <w:tc>
          <w:tcPr>
            <w:tcW w:w="629" w:type="dxa"/>
          </w:tcPr>
          <w:p w:rsidR="00DD724B" w:rsidRDefault="00DD724B" w:rsidP="009F4A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932" w:type="dxa"/>
          </w:tcPr>
          <w:p w:rsidR="00DD724B" w:rsidRDefault="00DD72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23.</w:t>
            </w:r>
          </w:p>
          <w:p w:rsidR="00DD724B" w:rsidRDefault="00DD72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A47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общеобразовательных организаций</w:t>
            </w:r>
            <w:r w:rsidRPr="00323A47">
              <w:rPr>
                <w:rFonts w:ascii="Times New Roman" w:hAnsi="Times New Roman" w:cs="Times New Roman"/>
                <w:sz w:val="24"/>
                <w:szCs w:val="24"/>
              </w:rPr>
              <w:t xml:space="preserve">, расположенных в сельской местности, в которых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приобретено спортивное оборудование и инвентарь для обеспечения развития школьного спортивного клуба.</w:t>
            </w:r>
          </w:p>
        </w:tc>
        <w:tc>
          <w:tcPr>
            <w:tcW w:w="992" w:type="dxa"/>
            <w:gridSpan w:val="2"/>
          </w:tcPr>
          <w:p w:rsidR="00DD724B" w:rsidRDefault="00DD724B" w:rsidP="00675D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677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39" w:type="dxa"/>
          </w:tcPr>
          <w:p w:rsidR="00DD724B" w:rsidRPr="00D0770C" w:rsidRDefault="00DD724B" w:rsidP="00675D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C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26.12.2017 N 1642  "Об утверждении  государственной программы Российской Федерации «Развитие образования</w:t>
            </w:r>
          </w:p>
        </w:tc>
      </w:tr>
      <w:tr w:rsidR="00DD724B" w:rsidTr="005E5D74">
        <w:tc>
          <w:tcPr>
            <w:tcW w:w="629" w:type="dxa"/>
          </w:tcPr>
          <w:p w:rsidR="00DD724B" w:rsidRDefault="00DD724B" w:rsidP="00E85D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932" w:type="dxa"/>
          </w:tcPr>
          <w:p w:rsidR="00DD724B" w:rsidRPr="00067EED" w:rsidRDefault="00DD724B" w:rsidP="00231CA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7EED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  <w:p w:rsidR="00DD724B" w:rsidRPr="00800223" w:rsidRDefault="00DD724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ED">
              <w:rPr>
                <w:rFonts w:ascii="Times New Roman" w:hAnsi="Times New Roman" w:cs="Times New Roman"/>
                <w:sz w:val="24"/>
                <w:szCs w:val="24"/>
              </w:rPr>
              <w:t>Количество спортивных  площадок в муниципальных общеобразовательных организациях, оборудованных в рамках реализации государственной программы  Свердловской области «Развитие системы образования в Свердловской области до 2024 года»</w:t>
            </w:r>
          </w:p>
        </w:tc>
        <w:tc>
          <w:tcPr>
            <w:tcW w:w="992" w:type="dxa"/>
            <w:gridSpan w:val="2"/>
          </w:tcPr>
          <w:p w:rsidR="00DD724B" w:rsidRPr="00067EED" w:rsidRDefault="00DD724B" w:rsidP="00675D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EE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677" w:type="dxa"/>
            <w:gridSpan w:val="2"/>
          </w:tcPr>
          <w:p w:rsidR="00DD724B" w:rsidRPr="00067EED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E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</w:tcPr>
          <w:p w:rsidR="00DD724B" w:rsidRPr="00067EED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</w:tcPr>
          <w:p w:rsidR="00DD724B" w:rsidRPr="00067EED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E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DD724B" w:rsidRPr="00067EED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9" w:type="dxa"/>
          </w:tcPr>
          <w:p w:rsidR="00DD724B" w:rsidRPr="00067EED" w:rsidRDefault="00DD724B" w:rsidP="00675DC8">
            <w:pPr>
              <w:pStyle w:val="ConsPlusNormal"/>
              <w:ind w:firstLine="0"/>
              <w:jc w:val="both"/>
            </w:pPr>
            <w:hyperlink r:id="rId25" w:history="1">
              <w:r w:rsidRPr="00067EED">
                <w:rPr>
                  <w:rFonts w:ascii="Times New Roman" w:hAnsi="Times New Roman" w:cs="Times New Roman"/>
                  <w:sz w:val="24"/>
                  <w:szCs w:val="24"/>
                </w:rPr>
                <w:t>Федеральный закон от 29 декабря 2012 года N 273-ФЗ "Об образовании в Российской Федерации"</w:t>
              </w:r>
            </w:hyperlink>
            <w:r w:rsidRPr="00067EED">
              <w:t xml:space="preserve">, </w:t>
            </w:r>
            <w:r w:rsidRPr="00067EED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правила и нормативы</w:t>
            </w:r>
          </w:p>
        </w:tc>
      </w:tr>
      <w:tr w:rsidR="00DD724B" w:rsidTr="005E5D74">
        <w:tc>
          <w:tcPr>
            <w:tcW w:w="629" w:type="dxa"/>
          </w:tcPr>
          <w:p w:rsidR="00DD724B" w:rsidRDefault="00DD724B" w:rsidP="00B50E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932" w:type="dxa"/>
          </w:tcPr>
          <w:p w:rsidR="00DD724B" w:rsidRDefault="00DD724B" w:rsidP="00D91D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25.</w:t>
            </w:r>
          </w:p>
          <w:p w:rsidR="00DD724B" w:rsidRPr="00067EED" w:rsidRDefault="00DD724B" w:rsidP="00067E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7EED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муниципальных  общеобразовательных организаций, которым предоставлена возможность использования оборудования  спортивной площадки для сдачи нормативов Всероссийского физкультурно- спортивного  комплекса «Готов к труду и обороне!»</w:t>
            </w:r>
          </w:p>
        </w:tc>
        <w:tc>
          <w:tcPr>
            <w:tcW w:w="992" w:type="dxa"/>
            <w:gridSpan w:val="2"/>
          </w:tcPr>
          <w:p w:rsidR="00DD724B" w:rsidRPr="00067EED" w:rsidRDefault="00DD724B" w:rsidP="00B50EF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EE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677" w:type="dxa"/>
            <w:gridSpan w:val="2"/>
          </w:tcPr>
          <w:p w:rsidR="00DD724B" w:rsidRPr="00067EED" w:rsidRDefault="00DD724B" w:rsidP="00B50E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2043</w:t>
            </w:r>
          </w:p>
        </w:tc>
        <w:tc>
          <w:tcPr>
            <w:tcW w:w="1559" w:type="dxa"/>
            <w:gridSpan w:val="2"/>
          </w:tcPr>
          <w:p w:rsidR="00DD724B" w:rsidRPr="00067EED" w:rsidRDefault="00DD724B" w:rsidP="00B50E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  <w:gridSpan w:val="2"/>
          </w:tcPr>
          <w:p w:rsidR="00DD724B" w:rsidRPr="00067EED" w:rsidRDefault="00DD724B" w:rsidP="00B50E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701" w:type="dxa"/>
            <w:gridSpan w:val="2"/>
          </w:tcPr>
          <w:p w:rsidR="00DD724B" w:rsidRPr="00067EED" w:rsidRDefault="00DD724B" w:rsidP="00B50E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4039" w:type="dxa"/>
          </w:tcPr>
          <w:p w:rsidR="00DD724B" w:rsidRPr="00067EED" w:rsidRDefault="00DD724B" w:rsidP="00B50EF1">
            <w:pPr>
              <w:pStyle w:val="ConsPlusNormal"/>
              <w:ind w:firstLine="0"/>
              <w:jc w:val="both"/>
            </w:pPr>
            <w:hyperlink r:id="rId26" w:history="1">
              <w:r w:rsidRPr="00067EED">
                <w:rPr>
                  <w:rFonts w:ascii="Times New Roman" w:hAnsi="Times New Roman" w:cs="Times New Roman"/>
                  <w:sz w:val="24"/>
                  <w:szCs w:val="24"/>
                </w:rPr>
                <w:t>Федеральный закон от 29 декабря 2012 года N 273-ФЗ "Об образовании в Российской Федерации"</w:t>
              </w:r>
            </w:hyperlink>
            <w:r w:rsidRPr="00067EED">
              <w:t xml:space="preserve">, </w:t>
            </w:r>
            <w:r w:rsidRPr="00067EED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правила и нормативы</w:t>
            </w:r>
          </w:p>
        </w:tc>
      </w:tr>
      <w:tr w:rsidR="00DD724B" w:rsidTr="005E5D74">
        <w:tc>
          <w:tcPr>
            <w:tcW w:w="629" w:type="dxa"/>
          </w:tcPr>
          <w:p w:rsidR="00DD724B" w:rsidRDefault="00DD724B" w:rsidP="00B50E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459" w:type="dxa"/>
            <w:gridSpan w:val="12"/>
          </w:tcPr>
          <w:p w:rsidR="00DD724B" w:rsidRPr="009F4A40" w:rsidRDefault="00DD724B" w:rsidP="009F4A4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16 </w:t>
            </w:r>
            <w:r w:rsidRPr="009F4A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«О</w:t>
            </w:r>
            <w:r w:rsidRPr="009F4A40">
              <w:rPr>
                <w:rFonts w:ascii="Times New Roman" w:hAnsi="Times New Roman"/>
                <w:b/>
                <w:sz w:val="24"/>
                <w:szCs w:val="24"/>
              </w:rPr>
              <w:t>беспечение подвоза детей в муниципальные общеобразовательные организации</w:t>
            </w:r>
            <w:r w:rsidRPr="009F4A4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DD724B" w:rsidTr="005E5D74">
        <w:tc>
          <w:tcPr>
            <w:tcW w:w="629" w:type="dxa"/>
          </w:tcPr>
          <w:p w:rsidR="00DD724B" w:rsidRDefault="00DD724B" w:rsidP="00B50E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932" w:type="dxa"/>
          </w:tcPr>
          <w:p w:rsidR="00DD724B" w:rsidRDefault="00DD72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26.</w:t>
            </w:r>
          </w:p>
          <w:p w:rsidR="00DD724B" w:rsidRPr="00675DC8" w:rsidRDefault="00DD72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5DC8">
              <w:rPr>
                <w:rFonts w:ascii="Times New Roman" w:hAnsi="Times New Roman" w:cs="Times New Roman"/>
                <w:sz w:val="24"/>
                <w:szCs w:val="24"/>
              </w:rPr>
              <w:t>Доля детей, подвозимых в муниципальные общеобразовательные организации от общего числа детей, нуждающихся в подвозе</w:t>
            </w:r>
          </w:p>
        </w:tc>
        <w:tc>
          <w:tcPr>
            <w:tcW w:w="992" w:type="dxa"/>
            <w:gridSpan w:val="2"/>
          </w:tcPr>
          <w:p w:rsidR="00DD724B" w:rsidRDefault="00DD724B" w:rsidP="00675D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677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039" w:type="dxa"/>
          </w:tcPr>
          <w:p w:rsidR="00DD724B" w:rsidRPr="008732CF" w:rsidRDefault="00DD724B" w:rsidP="008732C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Pr="008732CF">
                <w:rPr>
                  <w:rFonts w:ascii="Times New Roman" w:hAnsi="Times New Roman" w:cs="Times New Roman"/>
                  <w:sz w:val="24"/>
                  <w:szCs w:val="24"/>
                </w:rPr>
                <w:t>Федеральный закон от 29 декабря 2012 года N 273-ФЗ "Об образовании в Российской Федерации"</w:t>
              </w:r>
            </w:hyperlink>
          </w:p>
        </w:tc>
      </w:tr>
      <w:tr w:rsidR="00DD724B" w:rsidTr="005E5D74">
        <w:tc>
          <w:tcPr>
            <w:tcW w:w="629" w:type="dxa"/>
          </w:tcPr>
          <w:p w:rsidR="00DD724B" w:rsidRDefault="00DD724B" w:rsidP="00B50E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459" w:type="dxa"/>
            <w:gridSpan w:val="12"/>
          </w:tcPr>
          <w:p w:rsidR="00DD724B" w:rsidRPr="009F4A40" w:rsidRDefault="00DD724B" w:rsidP="009F4A4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A40">
              <w:rPr>
                <w:rFonts w:ascii="Times New Roman" w:hAnsi="Times New Roman" w:cs="Times New Roman"/>
                <w:b/>
                <w:sz w:val="24"/>
                <w:szCs w:val="24"/>
              </w:rPr>
              <w:t>Цель 7 «Обеспечение реализации муниципальной программы "Развитие образования на территории Нижнесергинского муниципального района  на 2017- 2020 годы»</w:t>
            </w:r>
          </w:p>
        </w:tc>
      </w:tr>
      <w:tr w:rsidR="00DD724B" w:rsidTr="005E5D74">
        <w:tc>
          <w:tcPr>
            <w:tcW w:w="629" w:type="dxa"/>
          </w:tcPr>
          <w:p w:rsidR="00DD724B" w:rsidRDefault="00DD724B" w:rsidP="00B50E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459" w:type="dxa"/>
            <w:gridSpan w:val="12"/>
          </w:tcPr>
          <w:p w:rsidR="00DD724B" w:rsidRPr="009F4A40" w:rsidRDefault="00DD724B" w:rsidP="009F4A4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A40">
              <w:rPr>
                <w:rFonts w:ascii="Times New Roman" w:hAnsi="Times New Roman" w:cs="Times New Roman"/>
                <w:b/>
                <w:sz w:val="24"/>
                <w:szCs w:val="24"/>
              </w:rPr>
              <w:t>Задача 17 «Организация обеспечения муниципальных образовательных организаций учебниками, вошедшими в федеральные перечни учебников»</w:t>
            </w:r>
          </w:p>
        </w:tc>
      </w:tr>
      <w:tr w:rsidR="00DD724B" w:rsidTr="005E5D74">
        <w:tc>
          <w:tcPr>
            <w:tcW w:w="629" w:type="dxa"/>
          </w:tcPr>
          <w:p w:rsidR="00DD724B" w:rsidRDefault="00DD724B" w:rsidP="00B50E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932" w:type="dxa"/>
          </w:tcPr>
          <w:p w:rsidR="00DD724B" w:rsidRDefault="00DD72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27.</w:t>
            </w:r>
          </w:p>
          <w:p w:rsidR="00DD724B" w:rsidRDefault="00DD72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A47">
              <w:rPr>
                <w:rFonts w:ascii="Times New Roman" w:hAnsi="Times New Roman" w:cs="Times New Roman"/>
                <w:sz w:val="24"/>
                <w:szCs w:val="24"/>
              </w:rPr>
              <w:t>Доля общеобразовательных организаций, обеспеченных учебниками, вошедшими в федеральные перечни учебников</w:t>
            </w:r>
          </w:p>
        </w:tc>
        <w:tc>
          <w:tcPr>
            <w:tcW w:w="992" w:type="dxa"/>
            <w:gridSpan w:val="2"/>
          </w:tcPr>
          <w:p w:rsidR="00DD724B" w:rsidRDefault="00DD724B" w:rsidP="008732C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677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039" w:type="dxa"/>
          </w:tcPr>
          <w:p w:rsidR="00DD724B" w:rsidRPr="008732CF" w:rsidRDefault="00DD724B" w:rsidP="008732C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C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29 декабря 2012 года N 273-ФЗ "Об образовании в Российской Федерации</w:t>
            </w:r>
          </w:p>
        </w:tc>
      </w:tr>
      <w:tr w:rsidR="00DD724B" w:rsidRPr="00C118AB" w:rsidTr="005E5D74">
        <w:tc>
          <w:tcPr>
            <w:tcW w:w="629" w:type="dxa"/>
          </w:tcPr>
          <w:p w:rsidR="00DD724B" w:rsidRDefault="00DD724B" w:rsidP="00B50E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459" w:type="dxa"/>
            <w:gridSpan w:val="12"/>
          </w:tcPr>
          <w:p w:rsidR="00DD724B" w:rsidRPr="009F4A40" w:rsidRDefault="00DD724B" w:rsidP="009F4A4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A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18 «Обеспечение исполнения полномочий Управления образования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администрации </w:t>
            </w:r>
            <w:r w:rsidRPr="009F4A40">
              <w:rPr>
                <w:rFonts w:ascii="Times New Roman" w:hAnsi="Times New Roman" w:cs="Times New Roman"/>
                <w:b/>
                <w:sz w:val="24"/>
                <w:szCs w:val="24"/>
              </w:rPr>
              <w:t>Нижнесергинского муниципального района»</w:t>
            </w:r>
          </w:p>
        </w:tc>
      </w:tr>
      <w:tr w:rsidR="00DD724B" w:rsidTr="005E5D74">
        <w:tc>
          <w:tcPr>
            <w:tcW w:w="629" w:type="dxa"/>
          </w:tcPr>
          <w:p w:rsidR="00DD724B" w:rsidRDefault="00DD724B" w:rsidP="00B50E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932" w:type="dxa"/>
          </w:tcPr>
          <w:p w:rsidR="00DD724B" w:rsidRDefault="00DD72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28.</w:t>
            </w:r>
          </w:p>
          <w:p w:rsidR="00DD724B" w:rsidRDefault="00DD72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A47">
              <w:rPr>
                <w:rFonts w:ascii="Times New Roman" w:hAnsi="Times New Roman" w:cs="Times New Roman"/>
                <w:sz w:val="24"/>
                <w:szCs w:val="24"/>
              </w:rPr>
              <w:t xml:space="preserve">Доля аттестованных педагогических работников муниципальных образовательных организаций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Нижнесергинского муниципального района</w:t>
            </w:r>
            <w:r w:rsidRPr="00323A47">
              <w:rPr>
                <w:rFonts w:ascii="Times New Roman" w:hAnsi="Times New Roman" w:cs="Times New Roman"/>
                <w:sz w:val="24"/>
                <w:szCs w:val="24"/>
              </w:rPr>
              <w:t xml:space="preserve"> от числа педагогических работников муниципальных образовательных организаций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Нижнесергинского муниципального района</w:t>
            </w:r>
            <w:r w:rsidRPr="00323A47">
              <w:rPr>
                <w:rFonts w:ascii="Times New Roman" w:hAnsi="Times New Roman" w:cs="Times New Roman"/>
                <w:sz w:val="24"/>
                <w:szCs w:val="24"/>
              </w:rPr>
              <w:t>, подлежащих аттестации</w:t>
            </w:r>
          </w:p>
        </w:tc>
        <w:tc>
          <w:tcPr>
            <w:tcW w:w="992" w:type="dxa"/>
            <w:gridSpan w:val="2"/>
          </w:tcPr>
          <w:p w:rsidR="00DD724B" w:rsidRDefault="00DD724B" w:rsidP="00EF7D0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677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701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039" w:type="dxa"/>
          </w:tcPr>
          <w:p w:rsidR="00DD724B" w:rsidRPr="00FD736B" w:rsidRDefault="00DD724B" w:rsidP="00FD73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Pr="00FD736B">
                <w:rPr>
                  <w:rFonts w:ascii="Times New Roman" w:hAnsi="Times New Roman" w:cs="Times New Roman"/>
                  <w:sz w:val="24"/>
                  <w:szCs w:val="24"/>
                </w:rPr>
                <w:t>Закон Свердловской области от 15 июля 2013 года N 78-ОЗ "Об образовании в Свердловской области"</w:t>
              </w:r>
            </w:hyperlink>
            <w:r w:rsidRPr="00FD736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D736B"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Административный регламент исполнения Министерством общего и профессионального образования Свердловской области государственной услуги по организации проведения аттестации педагогических работников государственных и муниципальных образовательных учреждений, осуществляющих образовательную деятельность на территории Свердловской области, утвержденный Приказом Министерства общего и профессионального образования Свердловской области от 29.04.2011 N 19-д</w:t>
            </w:r>
          </w:p>
        </w:tc>
      </w:tr>
      <w:tr w:rsidR="00DD724B" w:rsidTr="005E5D74">
        <w:tc>
          <w:tcPr>
            <w:tcW w:w="629" w:type="dxa"/>
          </w:tcPr>
          <w:p w:rsidR="00DD724B" w:rsidRDefault="00DD724B" w:rsidP="00B50E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932" w:type="dxa"/>
          </w:tcPr>
          <w:p w:rsidR="00DD724B" w:rsidRDefault="00DD724B" w:rsidP="00EF7D0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29.</w:t>
            </w:r>
          </w:p>
          <w:p w:rsidR="00DD724B" w:rsidRDefault="00DD724B" w:rsidP="00EF7D0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A47">
              <w:rPr>
                <w:rFonts w:ascii="Times New Roman" w:hAnsi="Times New Roman" w:cs="Times New Roman"/>
                <w:sz w:val="24"/>
                <w:szCs w:val="24"/>
              </w:rPr>
              <w:t xml:space="preserve">Доля аттестованных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руководителей муниципальных </w:t>
            </w:r>
            <w:r w:rsidRPr="00323A4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образовательных организаций, подведомственных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Управлению образования  администрацииНижнесергинского муниципального района</w:t>
            </w:r>
            <w:r w:rsidRPr="00323A47">
              <w:rPr>
                <w:rFonts w:ascii="Times New Roman" w:hAnsi="Times New Roman" w:cs="Times New Roman"/>
                <w:sz w:val="24"/>
                <w:szCs w:val="24"/>
              </w:rPr>
              <w:t xml:space="preserve">, от числа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руководителей муниципальных </w:t>
            </w:r>
            <w:r w:rsidRPr="00323A47"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Нижнесергинского муниципального района</w:t>
            </w:r>
            <w:r w:rsidRPr="00323A47">
              <w:rPr>
                <w:rFonts w:ascii="Times New Roman" w:hAnsi="Times New Roman" w:cs="Times New Roman"/>
                <w:sz w:val="24"/>
                <w:szCs w:val="24"/>
              </w:rPr>
              <w:t xml:space="preserve">, подведомственных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Управлению образования администрации Нижнесергинского муниципального района</w:t>
            </w:r>
            <w:r w:rsidRPr="00323A47">
              <w:rPr>
                <w:rFonts w:ascii="Times New Roman" w:hAnsi="Times New Roman" w:cs="Times New Roman"/>
                <w:sz w:val="24"/>
                <w:szCs w:val="24"/>
              </w:rPr>
              <w:t>, подлежащих аттестации</w:t>
            </w:r>
          </w:p>
          <w:p w:rsidR="00DD724B" w:rsidRDefault="00DD72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DD724B" w:rsidRDefault="00DD724B" w:rsidP="00FD73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677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039" w:type="dxa"/>
          </w:tcPr>
          <w:p w:rsidR="00DD724B" w:rsidRPr="00FD736B" w:rsidRDefault="00DD724B" w:rsidP="00FD736B">
            <w:pPr>
              <w:ind w:right="-194"/>
              <w:jc w:val="both"/>
            </w:pPr>
            <w:r w:rsidRPr="00FD736B">
              <w:t>Положение об аттестации кандидатов на должность руководителей, руководителей муниципальных образовательных организаций, подведомственных Управлению образования Нижнесергинского муниципального района,</w:t>
            </w:r>
          </w:p>
          <w:p w:rsidR="00DD724B" w:rsidRDefault="00DD724B" w:rsidP="00FD73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утвержденное </w:t>
            </w:r>
            <w:r w:rsidRPr="00FD736B">
              <w:rPr>
                <w:rFonts w:ascii="Times New Roman" w:hAnsi="Times New Roman" w:cs="Times New Roman"/>
                <w:sz w:val="24"/>
                <w:szCs w:val="24"/>
              </w:rPr>
              <w:t>приказом Управления образования Нижнесергинского муниципального района от 13.05.2015 №58-од</w:t>
            </w:r>
          </w:p>
        </w:tc>
      </w:tr>
      <w:tr w:rsidR="00DD724B" w:rsidTr="005E5D74">
        <w:trPr>
          <w:trHeight w:val="3956"/>
        </w:trPr>
        <w:tc>
          <w:tcPr>
            <w:tcW w:w="629" w:type="dxa"/>
          </w:tcPr>
          <w:p w:rsidR="00DD724B" w:rsidRDefault="00DD724B" w:rsidP="00B50E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932" w:type="dxa"/>
          </w:tcPr>
          <w:p w:rsidR="00DD724B" w:rsidRDefault="00DD724B" w:rsidP="00866C8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30.</w:t>
            </w:r>
          </w:p>
          <w:p w:rsidR="00DD724B" w:rsidRPr="00BA7BF3" w:rsidRDefault="00DD724B" w:rsidP="00866C8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A7BF3">
              <w:rPr>
                <w:rFonts w:ascii="Times New Roman" w:hAnsi="Times New Roman" w:cs="Times New Roman"/>
                <w:sz w:val="24"/>
                <w:szCs w:val="24"/>
              </w:rPr>
              <w:t xml:space="preserve">оля проведенных контрольных мероприятий ведомственного финансового контроля муниципальных образовательных организаций, подведомственных Управлению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BA7BF3">
              <w:rPr>
                <w:rFonts w:ascii="Times New Roman" w:hAnsi="Times New Roman" w:cs="Times New Roman"/>
                <w:sz w:val="24"/>
                <w:szCs w:val="24"/>
              </w:rPr>
              <w:t>Нижнесергинского муниципального района от запланированных мероприятий</w:t>
            </w:r>
          </w:p>
          <w:p w:rsidR="00DD724B" w:rsidRDefault="00DD72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DD724B" w:rsidRDefault="00DD724B" w:rsidP="00BA7B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677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039" w:type="dxa"/>
          </w:tcPr>
          <w:p w:rsidR="00DD724B" w:rsidRPr="00BA7BF3" w:rsidRDefault="00DD724B" w:rsidP="009E1D7B">
            <w:pPr>
              <w:tabs>
                <w:tab w:val="left" w:pos="5310"/>
              </w:tabs>
              <w:jc w:val="both"/>
            </w:pPr>
            <w:r>
              <w:t xml:space="preserve">План проверок целевого  и эффективного расходования бюджетных средств Управления образования администрации Нижнесергинского муниципального района на 2018 г. </w:t>
            </w:r>
          </w:p>
        </w:tc>
      </w:tr>
      <w:tr w:rsidR="00DD724B" w:rsidTr="005E5D74">
        <w:tc>
          <w:tcPr>
            <w:tcW w:w="629" w:type="dxa"/>
          </w:tcPr>
          <w:p w:rsidR="00DD724B" w:rsidRDefault="00DD724B" w:rsidP="00B50E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932" w:type="dxa"/>
          </w:tcPr>
          <w:p w:rsidR="00DD724B" w:rsidRDefault="00DD724B" w:rsidP="00BA7B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31.</w:t>
            </w:r>
          </w:p>
          <w:p w:rsidR="00DD724B" w:rsidRDefault="00DD724B" w:rsidP="00BA7B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20E">
              <w:rPr>
                <w:rFonts w:ascii="Times New Roman" w:hAnsi="Times New Roman" w:cs="Times New Roman"/>
                <w:sz w:val="24"/>
                <w:szCs w:val="24"/>
              </w:rPr>
              <w:t>Осуществление  деятельности, обеспечивающей комплекс условий для функцион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ирования образовательных организаций</w:t>
            </w:r>
          </w:p>
          <w:p w:rsidR="00DD724B" w:rsidRDefault="00DD72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DD724B" w:rsidRDefault="00DD724B" w:rsidP="00BA7B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677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039" w:type="dxa"/>
          </w:tcPr>
          <w:p w:rsidR="00DD724B" w:rsidRPr="00BA7BF3" w:rsidRDefault="00DD724B" w:rsidP="00CE1206">
            <w:pPr>
              <w:tabs>
                <w:tab w:val="left" w:pos="5310"/>
              </w:tabs>
              <w:jc w:val="both"/>
            </w:pPr>
            <w:r w:rsidRPr="00BA7BF3">
              <w:t xml:space="preserve">Бюджетная смета на соответствующий год </w:t>
            </w:r>
          </w:p>
        </w:tc>
      </w:tr>
      <w:tr w:rsidR="00DD724B" w:rsidTr="005E5D74">
        <w:tc>
          <w:tcPr>
            <w:tcW w:w="629" w:type="dxa"/>
          </w:tcPr>
          <w:p w:rsidR="00DD724B" w:rsidRDefault="00DD724B" w:rsidP="00B50E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459" w:type="dxa"/>
            <w:gridSpan w:val="12"/>
          </w:tcPr>
          <w:p w:rsidR="00DD724B" w:rsidRPr="009F4A40" w:rsidRDefault="00DD724B" w:rsidP="009F4A4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A40">
              <w:rPr>
                <w:rFonts w:ascii="Times New Roman" w:hAnsi="Times New Roman" w:cs="Times New Roman"/>
                <w:b/>
                <w:sz w:val="24"/>
                <w:szCs w:val="24"/>
              </w:rPr>
              <w:t>Цель 8 «Обеспечение мероприятий, направленных на  поддержку талантливых детей, педагогических работников»</w:t>
            </w:r>
          </w:p>
        </w:tc>
      </w:tr>
      <w:tr w:rsidR="00DD724B" w:rsidTr="005E5D74">
        <w:tc>
          <w:tcPr>
            <w:tcW w:w="629" w:type="dxa"/>
          </w:tcPr>
          <w:p w:rsidR="00DD724B" w:rsidRDefault="00DD724B" w:rsidP="00B50E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459" w:type="dxa"/>
            <w:gridSpan w:val="12"/>
          </w:tcPr>
          <w:p w:rsidR="00DD724B" w:rsidRPr="009F4A40" w:rsidRDefault="00DD724B" w:rsidP="009F4A4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A40">
              <w:rPr>
                <w:rFonts w:ascii="Times New Roman" w:hAnsi="Times New Roman" w:cs="Times New Roman"/>
                <w:b/>
                <w:sz w:val="24"/>
                <w:szCs w:val="24"/>
              </w:rPr>
              <w:t>Задача 19  «Выявление и поддержка талантливой молодежи»</w:t>
            </w:r>
          </w:p>
        </w:tc>
      </w:tr>
      <w:tr w:rsidR="00DD724B" w:rsidRPr="001712B0" w:rsidTr="005E5D74">
        <w:tc>
          <w:tcPr>
            <w:tcW w:w="629" w:type="dxa"/>
          </w:tcPr>
          <w:p w:rsidR="00DD724B" w:rsidRDefault="00DD724B" w:rsidP="00B50E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932" w:type="dxa"/>
          </w:tcPr>
          <w:p w:rsidR="00DD724B" w:rsidRPr="001712B0" w:rsidRDefault="00DD72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32.</w:t>
            </w:r>
          </w:p>
          <w:p w:rsidR="00DD724B" w:rsidRPr="001712B0" w:rsidRDefault="00DD724B" w:rsidP="001712B0">
            <w:pPr>
              <w:jc w:val="both"/>
            </w:pPr>
            <w:r w:rsidRPr="001712B0">
              <w:t xml:space="preserve">Количество победителей и призеров Всероссийской олимпиады школьников (региональный этап) </w:t>
            </w:r>
          </w:p>
        </w:tc>
        <w:tc>
          <w:tcPr>
            <w:tcW w:w="992" w:type="dxa"/>
            <w:gridSpan w:val="2"/>
          </w:tcPr>
          <w:p w:rsidR="00DD724B" w:rsidRDefault="00DD724B" w:rsidP="001712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677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39" w:type="dxa"/>
          </w:tcPr>
          <w:p w:rsidR="00DD724B" w:rsidRPr="001712B0" w:rsidRDefault="00DD724B" w:rsidP="001712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712B0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НМКУ «Комплексный центр»</w:t>
            </w:r>
          </w:p>
        </w:tc>
      </w:tr>
      <w:tr w:rsidR="00DD724B" w:rsidTr="005E5D74">
        <w:tc>
          <w:tcPr>
            <w:tcW w:w="629" w:type="dxa"/>
          </w:tcPr>
          <w:p w:rsidR="00DD724B" w:rsidRDefault="00DD724B" w:rsidP="00B50E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459" w:type="dxa"/>
            <w:gridSpan w:val="12"/>
          </w:tcPr>
          <w:p w:rsidR="00DD724B" w:rsidRPr="002C56EA" w:rsidRDefault="00DD724B" w:rsidP="00F426C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6EA">
              <w:rPr>
                <w:rFonts w:ascii="Times New Roman" w:hAnsi="Times New Roman" w:cs="Times New Roman"/>
                <w:b/>
                <w:sz w:val="24"/>
                <w:szCs w:val="24"/>
              </w:rPr>
              <w:t>Задача 20.  «Повышение престижа учительской профессии»</w:t>
            </w:r>
          </w:p>
        </w:tc>
      </w:tr>
      <w:tr w:rsidR="00DD724B" w:rsidTr="005E5D74">
        <w:tc>
          <w:tcPr>
            <w:tcW w:w="629" w:type="dxa"/>
          </w:tcPr>
          <w:p w:rsidR="00DD724B" w:rsidRDefault="00DD724B" w:rsidP="00B50E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932" w:type="dxa"/>
          </w:tcPr>
          <w:p w:rsidR="00DD724B" w:rsidRPr="001712B0" w:rsidRDefault="00DD724B" w:rsidP="001712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33.</w:t>
            </w:r>
          </w:p>
          <w:p w:rsidR="00DD724B" w:rsidRPr="000F4EDA" w:rsidRDefault="00DD724B" w:rsidP="000F4EDA">
            <w:pPr>
              <w:jc w:val="both"/>
            </w:pPr>
            <w:r>
              <w:t>Д</w:t>
            </w:r>
            <w:r w:rsidRPr="000F4EDA">
              <w:t xml:space="preserve">оля педагогических работников, принявших участие в конкурсах педагогического мастерства </w:t>
            </w:r>
          </w:p>
          <w:p w:rsidR="00DD724B" w:rsidRPr="000F4EDA" w:rsidRDefault="00DD724B" w:rsidP="000F4EDA">
            <w:pPr>
              <w:jc w:val="both"/>
            </w:pPr>
            <w:r>
              <w:t>(</w:t>
            </w:r>
            <w:r w:rsidRPr="000F4EDA">
              <w:t xml:space="preserve">региональный уровень) </w:t>
            </w:r>
          </w:p>
          <w:p w:rsidR="00DD724B" w:rsidRDefault="00DD72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DD724B" w:rsidRDefault="00DD724B" w:rsidP="000F4E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677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701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4039" w:type="dxa"/>
          </w:tcPr>
          <w:p w:rsidR="00DD724B" w:rsidRPr="00BA7BF3" w:rsidRDefault="00DD724B" w:rsidP="000F4E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2B0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НМКУ «Комплексный центр»</w:t>
            </w:r>
          </w:p>
        </w:tc>
      </w:tr>
      <w:tr w:rsidR="00DD724B" w:rsidTr="005E5D74">
        <w:tc>
          <w:tcPr>
            <w:tcW w:w="629" w:type="dxa"/>
          </w:tcPr>
          <w:p w:rsidR="00DD724B" w:rsidRDefault="00DD724B" w:rsidP="00B50E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459" w:type="dxa"/>
            <w:gridSpan w:val="12"/>
          </w:tcPr>
          <w:p w:rsidR="00DD724B" w:rsidRPr="009F4A40" w:rsidRDefault="00DD724B" w:rsidP="009F4A4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A40">
              <w:rPr>
                <w:rFonts w:ascii="Times New Roman" w:hAnsi="Times New Roman" w:cs="Times New Roman"/>
                <w:b/>
                <w:sz w:val="24"/>
                <w:szCs w:val="24"/>
              </w:rPr>
              <w:t>Цель 9 «Развитие кадровых, материально-технических, учебно-методических условий реализации  образовательных программ технической направленности, направленных на обеспечение индивидуальных образовательных траекторий обучающихся и реализацию их творческого потенциала»</w:t>
            </w:r>
          </w:p>
        </w:tc>
      </w:tr>
      <w:tr w:rsidR="00DD724B" w:rsidTr="005E5D74">
        <w:tc>
          <w:tcPr>
            <w:tcW w:w="629" w:type="dxa"/>
          </w:tcPr>
          <w:p w:rsidR="00DD724B" w:rsidRDefault="00DD724B" w:rsidP="00B50E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459" w:type="dxa"/>
            <w:gridSpan w:val="12"/>
          </w:tcPr>
          <w:p w:rsidR="00DD724B" w:rsidRPr="009F4A40" w:rsidRDefault="00DD724B" w:rsidP="009F4A4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21 </w:t>
            </w:r>
            <w:r w:rsidRPr="009F4A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«Формирование у обучающихся осознанного стремления к получению образования по инженерным специальностям и рабочим профессиям технического профиля»</w:t>
            </w:r>
          </w:p>
        </w:tc>
      </w:tr>
      <w:tr w:rsidR="00DD724B" w:rsidRPr="005D0CA2" w:rsidTr="005E5D74">
        <w:tc>
          <w:tcPr>
            <w:tcW w:w="629" w:type="dxa"/>
          </w:tcPr>
          <w:p w:rsidR="00DD724B" w:rsidRDefault="00DD724B" w:rsidP="00067E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932" w:type="dxa"/>
          </w:tcPr>
          <w:p w:rsidR="00DD724B" w:rsidRPr="005D0CA2" w:rsidRDefault="00DD724B" w:rsidP="000F4ED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CA2">
              <w:rPr>
                <w:rFonts w:ascii="Times New Roman" w:hAnsi="Times New Roman" w:cs="Times New Roman"/>
                <w:sz w:val="24"/>
                <w:szCs w:val="24"/>
              </w:rPr>
              <w:t>Целевой показатель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DD724B" w:rsidRPr="005B3B73" w:rsidRDefault="00DD724B" w:rsidP="007D2F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5B3B73">
              <w:rPr>
                <w:rFonts w:ascii="Times New Roman" w:hAnsi="Times New Roman"/>
                <w:sz w:val="24"/>
                <w:szCs w:val="24"/>
              </w:rPr>
              <w:t xml:space="preserve">Количество образовательных организаций, участвующих в реализации регионального проекта «Уральская инженерная школа» </w:t>
            </w:r>
          </w:p>
        </w:tc>
        <w:tc>
          <w:tcPr>
            <w:tcW w:w="992" w:type="dxa"/>
            <w:gridSpan w:val="2"/>
          </w:tcPr>
          <w:p w:rsidR="00DD724B" w:rsidRDefault="00DD724B" w:rsidP="000F4E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677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DD724B" w:rsidRDefault="00DD72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9" w:type="dxa"/>
          </w:tcPr>
          <w:p w:rsidR="00DD724B" w:rsidRDefault="00DD724B" w:rsidP="00AD70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EDC">
              <w:rPr>
                <w:rFonts w:ascii="Times New Roman" w:hAnsi="Times New Roman" w:cs="Times New Roman"/>
                <w:sz w:val="24"/>
                <w:szCs w:val="24"/>
              </w:rPr>
              <w:t>Указ Губернатора Свердловской области от 06.10.2014 № 453 – УГ</w:t>
            </w:r>
          </w:p>
          <w:p w:rsidR="00DD724B" w:rsidRPr="00613EDC" w:rsidRDefault="00DD724B" w:rsidP="00AD70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 проекте «Уральская инженерная школа» </w:t>
            </w:r>
          </w:p>
        </w:tc>
      </w:tr>
      <w:tr w:rsidR="00DD724B" w:rsidRPr="009F4A40" w:rsidTr="005E5D74">
        <w:tc>
          <w:tcPr>
            <w:tcW w:w="629" w:type="dxa"/>
          </w:tcPr>
          <w:p w:rsidR="00DD724B" w:rsidRDefault="00DD724B" w:rsidP="006B3A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459" w:type="dxa"/>
            <w:gridSpan w:val="12"/>
          </w:tcPr>
          <w:p w:rsidR="00DD724B" w:rsidRPr="009F4A40" w:rsidRDefault="00DD724B" w:rsidP="008E53D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A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9F4A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условий для обеспечения комплексной безопасности детей, обучающихся в муниципальных образовательных организациях Нижнесергинского муниципального района</w:t>
            </w:r>
            <w:r w:rsidRPr="009F4A4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DD724B" w:rsidRPr="009F4A40" w:rsidTr="005E5D74">
        <w:tc>
          <w:tcPr>
            <w:tcW w:w="629" w:type="dxa"/>
          </w:tcPr>
          <w:p w:rsidR="00DD724B" w:rsidRDefault="00DD724B" w:rsidP="009724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459" w:type="dxa"/>
            <w:gridSpan w:val="12"/>
          </w:tcPr>
          <w:p w:rsidR="00DD724B" w:rsidRPr="009F4A40" w:rsidRDefault="00DD724B" w:rsidP="006B3AC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22 </w:t>
            </w:r>
            <w:r w:rsidRPr="009F4A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участников образовательного процесса  современными безопасными условиями при получении образовательной услуги дошкольного общего и дополнительного образования</w:t>
            </w:r>
            <w:r w:rsidRPr="009F4A4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DD724B" w:rsidRPr="00613EDC" w:rsidTr="005E5D74">
        <w:tc>
          <w:tcPr>
            <w:tcW w:w="629" w:type="dxa"/>
          </w:tcPr>
          <w:p w:rsidR="00DD724B" w:rsidRDefault="00DD724B" w:rsidP="00103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932" w:type="dxa"/>
          </w:tcPr>
          <w:p w:rsidR="00DD724B" w:rsidRPr="005D0CA2" w:rsidRDefault="00DD724B" w:rsidP="006B3AC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CA2">
              <w:rPr>
                <w:rFonts w:ascii="Times New Roman" w:hAnsi="Times New Roman" w:cs="Times New Roman"/>
                <w:sz w:val="24"/>
                <w:szCs w:val="24"/>
              </w:rPr>
              <w:t>Целевой показатель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DD724B" w:rsidRPr="00DF1E29" w:rsidRDefault="00DD724B" w:rsidP="00DF1E29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E29">
              <w:rPr>
                <w:rFonts w:ascii="Times New Roman" w:hAnsi="Times New Roman"/>
                <w:sz w:val="24"/>
                <w:szCs w:val="24"/>
              </w:rPr>
              <w:t>Количество образовательных организаций, соответствующих требованиям антитеррористической защищенности объектов образования при проведении их к нормативному состоянию, определяемому нормативными документами</w:t>
            </w:r>
          </w:p>
        </w:tc>
        <w:tc>
          <w:tcPr>
            <w:tcW w:w="992" w:type="dxa"/>
            <w:gridSpan w:val="2"/>
          </w:tcPr>
          <w:p w:rsidR="00DD724B" w:rsidRDefault="00DD724B" w:rsidP="006B3AC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677" w:type="dxa"/>
            <w:gridSpan w:val="2"/>
          </w:tcPr>
          <w:p w:rsidR="00DD724B" w:rsidRDefault="00DD724B" w:rsidP="006B3A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</w:tcPr>
          <w:p w:rsidR="00DD724B" w:rsidRDefault="00DD724B" w:rsidP="006B3A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559" w:type="dxa"/>
            <w:gridSpan w:val="2"/>
          </w:tcPr>
          <w:p w:rsidR="00DD724B" w:rsidRDefault="00DD724B" w:rsidP="006B3A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701" w:type="dxa"/>
            <w:gridSpan w:val="2"/>
          </w:tcPr>
          <w:p w:rsidR="00DD724B" w:rsidRDefault="00DD724B" w:rsidP="006B3A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039" w:type="dxa"/>
          </w:tcPr>
          <w:p w:rsidR="00DD724B" w:rsidRPr="00613EDC" w:rsidRDefault="00DD724B" w:rsidP="00DF1E2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 от 07.10.2017 №1235 «Об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образования и науки Российской Федерации формы паспорта безопасности этих объектов (территорий)»</w:t>
            </w:r>
          </w:p>
          <w:p w:rsidR="00DD724B" w:rsidRPr="00613EDC" w:rsidRDefault="00DD724B" w:rsidP="006B3AC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24B" w:rsidRPr="00613EDC" w:rsidTr="005E5D74">
        <w:tc>
          <w:tcPr>
            <w:tcW w:w="629" w:type="dxa"/>
          </w:tcPr>
          <w:p w:rsidR="00DD724B" w:rsidRDefault="00DD724B" w:rsidP="009724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932" w:type="dxa"/>
          </w:tcPr>
          <w:p w:rsidR="00DD724B" w:rsidRPr="005D0CA2" w:rsidRDefault="00DD724B" w:rsidP="007755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CA2">
              <w:rPr>
                <w:rFonts w:ascii="Times New Roman" w:hAnsi="Times New Roman" w:cs="Times New Roman"/>
                <w:sz w:val="24"/>
                <w:szCs w:val="24"/>
              </w:rPr>
              <w:t>Целевой показатель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DD724B" w:rsidRPr="00DF1E29" w:rsidRDefault="00DD724B" w:rsidP="006B3AC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E29">
              <w:rPr>
                <w:rFonts w:ascii="Times New Roman" w:hAnsi="Times New Roman"/>
                <w:sz w:val="24"/>
                <w:szCs w:val="24"/>
              </w:rPr>
              <w:t>Доля образовательных организаций, участвующих в профилактических мероприятиях, направленных  на обеспечение дорожной безопасности участников образовательного процесса</w:t>
            </w:r>
          </w:p>
        </w:tc>
        <w:tc>
          <w:tcPr>
            <w:tcW w:w="992" w:type="dxa"/>
            <w:gridSpan w:val="2"/>
          </w:tcPr>
          <w:p w:rsidR="00DD724B" w:rsidRDefault="00DD724B" w:rsidP="006B3AC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677" w:type="dxa"/>
            <w:gridSpan w:val="2"/>
          </w:tcPr>
          <w:p w:rsidR="00DD724B" w:rsidRDefault="00DD724B" w:rsidP="006B3A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DD724B" w:rsidRDefault="00DD724B" w:rsidP="006B3A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</w:tcPr>
          <w:p w:rsidR="00DD724B" w:rsidRDefault="00DD724B" w:rsidP="006B3A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</w:tcPr>
          <w:p w:rsidR="00DD724B" w:rsidRDefault="00DD724B" w:rsidP="006B3A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39" w:type="dxa"/>
          </w:tcPr>
          <w:p w:rsidR="00DD724B" w:rsidRPr="003E6CD2" w:rsidRDefault="00DD724B" w:rsidP="00DF1E2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оперативного совещания Правительства Свердловской области от 17.09.2018 №26-ОП раздел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 ходе выполнения  поручений  Президента Российской Федерации по разработке комплексных схем организации дорожного движения на территориях муниципальных образований и программ  по формированию законопослушного поведения участников  дорожного движения  (перечень поручений Президента Российской Федерации от 11.04.2016 №ПР-637ГС)»</w:t>
            </w:r>
          </w:p>
        </w:tc>
      </w:tr>
      <w:tr w:rsidR="00DD724B" w:rsidRPr="009F4A40" w:rsidTr="005E5D74">
        <w:tc>
          <w:tcPr>
            <w:tcW w:w="629" w:type="dxa"/>
          </w:tcPr>
          <w:p w:rsidR="00DD724B" w:rsidRDefault="00DD724B" w:rsidP="00A43B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4459" w:type="dxa"/>
            <w:gridSpan w:val="12"/>
          </w:tcPr>
          <w:p w:rsidR="00DD724B" w:rsidRPr="009F4A40" w:rsidRDefault="00DD724B" w:rsidP="00A43BB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A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9F4A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A43BB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8"/>
                <w:szCs w:val="28"/>
              </w:rPr>
              <w:t>ормирование у обучающихся современных технологических и гуманитарных навыков</w:t>
            </w:r>
            <w:r w:rsidRPr="009F4A4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DD724B" w:rsidRPr="009F4A40" w:rsidTr="005E5D74">
        <w:tc>
          <w:tcPr>
            <w:tcW w:w="629" w:type="dxa"/>
          </w:tcPr>
          <w:p w:rsidR="00DD724B" w:rsidRDefault="00DD724B" w:rsidP="00A43B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459" w:type="dxa"/>
            <w:gridSpan w:val="12"/>
          </w:tcPr>
          <w:p w:rsidR="00DD724B" w:rsidRPr="009F4A40" w:rsidRDefault="00DD724B" w:rsidP="00A43BB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23 </w:t>
            </w:r>
            <w:r w:rsidRPr="009F4A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беспечение участников образовательного  процесса современными условиями при  получении образовательной услуги дополнительного образования</w:t>
            </w:r>
            <w:r w:rsidRPr="009F4A4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DD724B" w:rsidRPr="00613EDC" w:rsidTr="005E5D74">
        <w:tc>
          <w:tcPr>
            <w:tcW w:w="629" w:type="dxa"/>
          </w:tcPr>
          <w:p w:rsidR="00DD724B" w:rsidRDefault="00DD724B" w:rsidP="00A43B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932" w:type="dxa"/>
          </w:tcPr>
          <w:p w:rsidR="00DD724B" w:rsidRPr="005D0CA2" w:rsidRDefault="00DD724B" w:rsidP="00A43B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CA2">
              <w:rPr>
                <w:rFonts w:ascii="Times New Roman" w:hAnsi="Times New Roman" w:cs="Times New Roman"/>
                <w:sz w:val="24"/>
                <w:szCs w:val="24"/>
              </w:rPr>
              <w:t>Целевой показатель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:rsidR="00DD724B" w:rsidRPr="00A43BB6" w:rsidRDefault="00DD724B" w:rsidP="00A43BB6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3BB6">
              <w:rPr>
                <w:rFonts w:ascii="Times New Roman" w:hAnsi="Times New Roman"/>
                <w:sz w:val="24"/>
                <w:szCs w:val="24"/>
              </w:rPr>
              <w:t>Количество образовательных организаций сельской местности, соответствующих требованиям современных стандартов оснащенности образовательных организаций при предоставлении образовательной услуги дополнительного образования (по направлению цифрового и гуманитарного профилей)</w:t>
            </w:r>
          </w:p>
        </w:tc>
        <w:tc>
          <w:tcPr>
            <w:tcW w:w="992" w:type="dxa"/>
            <w:gridSpan w:val="2"/>
          </w:tcPr>
          <w:p w:rsidR="00DD724B" w:rsidRDefault="00DD724B" w:rsidP="00A43B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677" w:type="dxa"/>
            <w:gridSpan w:val="2"/>
          </w:tcPr>
          <w:p w:rsidR="00DD724B" w:rsidRDefault="00DD724B" w:rsidP="00A43B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</w:tcPr>
          <w:p w:rsidR="00DD724B" w:rsidRDefault="00DD724B" w:rsidP="00A43B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</w:tcPr>
          <w:p w:rsidR="00DD724B" w:rsidRDefault="00DD724B" w:rsidP="00A43B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DD724B" w:rsidRDefault="00DD724B" w:rsidP="00A43B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39" w:type="dxa"/>
          </w:tcPr>
          <w:p w:rsidR="00DD724B" w:rsidRPr="00613EDC" w:rsidRDefault="00DD724B" w:rsidP="006112E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 Свердловской области  от 29.12.2016 №919–ПП «Развитие системы образования в Свердловской области до 2024 года»</w:t>
            </w:r>
          </w:p>
        </w:tc>
      </w:tr>
      <w:tr w:rsidR="00DD724B" w:rsidRPr="003E6CD2" w:rsidTr="005E5D74">
        <w:tc>
          <w:tcPr>
            <w:tcW w:w="629" w:type="dxa"/>
          </w:tcPr>
          <w:p w:rsidR="00DD724B" w:rsidRDefault="00DD724B" w:rsidP="00923B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932" w:type="dxa"/>
          </w:tcPr>
          <w:p w:rsidR="00DD724B" w:rsidRPr="005D0CA2" w:rsidRDefault="00DD724B" w:rsidP="003F43C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CA2">
              <w:rPr>
                <w:rFonts w:ascii="Times New Roman" w:hAnsi="Times New Roman" w:cs="Times New Roman"/>
                <w:sz w:val="24"/>
                <w:szCs w:val="24"/>
              </w:rPr>
              <w:t>Целевой показатель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  <w:p w:rsidR="00DD724B" w:rsidRPr="00DF1E29" w:rsidRDefault="00DD724B" w:rsidP="003F43CD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3F43CD">
              <w:rPr>
                <w:rFonts w:ascii="Times New Roman" w:hAnsi="Times New Roman"/>
                <w:sz w:val="24"/>
                <w:szCs w:val="24"/>
              </w:rPr>
              <w:t xml:space="preserve">исленность обучающихся, охваченных основными и дополнительными образовательными программами цифрового, естественнонаучного и гуманитарного профилей </w:t>
            </w:r>
          </w:p>
        </w:tc>
        <w:tc>
          <w:tcPr>
            <w:tcW w:w="992" w:type="dxa"/>
            <w:gridSpan w:val="2"/>
          </w:tcPr>
          <w:p w:rsidR="00DD724B" w:rsidRDefault="00DD724B" w:rsidP="00A43B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677" w:type="dxa"/>
            <w:gridSpan w:val="2"/>
          </w:tcPr>
          <w:p w:rsidR="00DD724B" w:rsidRDefault="00DD724B" w:rsidP="00A43B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</w:tcPr>
          <w:p w:rsidR="00DD724B" w:rsidRDefault="00DD724B" w:rsidP="00A43B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</w:tcPr>
          <w:p w:rsidR="00DD724B" w:rsidRDefault="00DD724B" w:rsidP="00A43B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701" w:type="dxa"/>
            <w:gridSpan w:val="2"/>
          </w:tcPr>
          <w:p w:rsidR="00DD724B" w:rsidRDefault="00DD724B" w:rsidP="00A43B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39" w:type="dxa"/>
          </w:tcPr>
          <w:p w:rsidR="00DD724B" w:rsidRPr="003E6CD2" w:rsidRDefault="00DD724B" w:rsidP="006112E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 Свердловской области  от 29.12.2016 №919 –ПП «Развитие системы образования в Свердловской области до 2024 года»</w:t>
            </w:r>
          </w:p>
        </w:tc>
      </w:tr>
      <w:tr w:rsidR="00DD724B" w:rsidRPr="009F4A40" w:rsidTr="005E5D74">
        <w:tc>
          <w:tcPr>
            <w:tcW w:w="629" w:type="dxa"/>
          </w:tcPr>
          <w:p w:rsidR="00DD724B" w:rsidRDefault="00DD724B" w:rsidP="00923B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459" w:type="dxa"/>
            <w:gridSpan w:val="12"/>
          </w:tcPr>
          <w:p w:rsidR="00DD724B" w:rsidRPr="009F4A40" w:rsidRDefault="00DD724B" w:rsidP="006112E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A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9F4A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6112E1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6112E1">
              <w:rPr>
                <w:rFonts w:ascii="Times New Roman" w:hAnsi="Times New Roman"/>
                <w:b/>
                <w:sz w:val="24"/>
                <w:szCs w:val="24"/>
              </w:rPr>
              <w:t>оздание новых мест в общеобразовательных организациях в соответствии с прогнозируемой потребностью и современными требованиями к условиям обучения.</w:t>
            </w:r>
            <w:r w:rsidRPr="006112E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DD724B" w:rsidRPr="009F4A40" w:rsidTr="005E5D74">
        <w:tc>
          <w:tcPr>
            <w:tcW w:w="629" w:type="dxa"/>
          </w:tcPr>
          <w:p w:rsidR="00DD724B" w:rsidRDefault="00DD724B" w:rsidP="00923B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4459" w:type="dxa"/>
            <w:gridSpan w:val="12"/>
          </w:tcPr>
          <w:p w:rsidR="00DD724B" w:rsidRPr="009F4A40" w:rsidRDefault="00DD724B" w:rsidP="006112E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24 </w:t>
            </w:r>
            <w:r w:rsidRPr="009F4A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6112E1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6112E1">
              <w:rPr>
                <w:rFonts w:ascii="Times New Roman" w:hAnsi="Times New Roman"/>
                <w:b/>
                <w:sz w:val="24"/>
                <w:szCs w:val="24"/>
              </w:rPr>
              <w:t>апитальный ремонт зданий и помещений муниципальных общеобразовательных организаций, осуществляемый в рамках программы "Содействие созданию в субъектах Российской Федерации (исходя из прогнозируемой потребности) новых мест в общеобразовательных организациях" на 2016 - 2025 годы</w:t>
            </w:r>
            <w:r w:rsidRPr="006112E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DD724B" w:rsidRPr="00613EDC" w:rsidTr="005E5D74">
        <w:tc>
          <w:tcPr>
            <w:tcW w:w="629" w:type="dxa"/>
          </w:tcPr>
          <w:p w:rsidR="00DD724B" w:rsidRDefault="00DD724B" w:rsidP="00923B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932" w:type="dxa"/>
          </w:tcPr>
          <w:p w:rsidR="00DD724B" w:rsidRPr="005D0CA2" w:rsidRDefault="00DD724B" w:rsidP="00A43B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CA2">
              <w:rPr>
                <w:rFonts w:ascii="Times New Roman" w:hAnsi="Times New Roman" w:cs="Times New Roman"/>
                <w:sz w:val="24"/>
                <w:szCs w:val="24"/>
              </w:rPr>
              <w:t>Целевой показатель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  <w:p w:rsidR="00DD724B" w:rsidRPr="006112E1" w:rsidRDefault="00DD724B" w:rsidP="006112E1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6112E1">
              <w:rPr>
                <w:rFonts w:ascii="Times New Roman" w:hAnsi="Times New Roman"/>
                <w:sz w:val="24"/>
                <w:szCs w:val="24"/>
                <w:lang w:eastAsia="ru-RU"/>
              </w:rPr>
              <w:t>оля учащихся общеобразовательных организаций, обучающихся в одну смену</w:t>
            </w:r>
          </w:p>
        </w:tc>
        <w:tc>
          <w:tcPr>
            <w:tcW w:w="992" w:type="dxa"/>
            <w:gridSpan w:val="2"/>
          </w:tcPr>
          <w:p w:rsidR="00DD724B" w:rsidRDefault="00DD724B" w:rsidP="00A43B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677" w:type="dxa"/>
            <w:gridSpan w:val="2"/>
          </w:tcPr>
          <w:p w:rsidR="00DD724B" w:rsidRDefault="00DD724B" w:rsidP="00A43B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</w:tcPr>
          <w:p w:rsidR="00DD724B" w:rsidRDefault="00DD724B" w:rsidP="00A43B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</w:tcPr>
          <w:p w:rsidR="00DD724B" w:rsidRDefault="00DD724B" w:rsidP="00A43B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701" w:type="dxa"/>
            <w:gridSpan w:val="2"/>
          </w:tcPr>
          <w:p w:rsidR="00DD724B" w:rsidRDefault="00DD724B" w:rsidP="00A43B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81,8</w:t>
            </w:r>
          </w:p>
        </w:tc>
        <w:tc>
          <w:tcPr>
            <w:tcW w:w="4039" w:type="dxa"/>
          </w:tcPr>
          <w:p w:rsidR="00DD724B" w:rsidRPr="006112E1" w:rsidRDefault="00DD724B" w:rsidP="00A43B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2E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Распоряжение Правительства РФ от 23.10.2015 N 2145-р "О программе "Содействие созданию в субъектах Российской Федерации (исходя из прогнозируемой потребности) новых мест в общеобразовательных организациях" на 2016 - 2025 годы"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;</w:t>
            </w:r>
          </w:p>
          <w:p w:rsidR="00DD724B" w:rsidRPr="00613EDC" w:rsidRDefault="00DD724B" w:rsidP="00A43B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 Свердловской области  от 29.12.2016 №919 –ПП «Развитие системы образования в Свердловской области до 2024 года»</w:t>
            </w:r>
          </w:p>
        </w:tc>
      </w:tr>
      <w:tr w:rsidR="00DD724B" w:rsidRPr="00613EDC" w:rsidTr="005E5D74">
        <w:tc>
          <w:tcPr>
            <w:tcW w:w="629" w:type="dxa"/>
          </w:tcPr>
          <w:p w:rsidR="00DD724B" w:rsidRDefault="00DD724B" w:rsidP="00923B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932" w:type="dxa"/>
          </w:tcPr>
          <w:p w:rsidR="00DD724B" w:rsidRPr="005D0CA2" w:rsidRDefault="00DD724B" w:rsidP="009C49E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CA2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  <w:p w:rsidR="00DD724B" w:rsidRPr="009C49E2" w:rsidRDefault="00DD724B" w:rsidP="009C49E2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9C49E2">
              <w:rPr>
                <w:rFonts w:ascii="Times New Roman" w:hAnsi="Times New Roman"/>
                <w:sz w:val="24"/>
                <w:szCs w:val="24"/>
              </w:rPr>
              <w:t>оличество созданных новых мест в муниципальной общеобразовательной организации в результате проведения мероприятий по созданию современной  образовательной среды;</w:t>
            </w:r>
          </w:p>
          <w:p w:rsidR="00DD724B" w:rsidRPr="005D0CA2" w:rsidRDefault="00DD724B" w:rsidP="00A43B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DD724B" w:rsidRDefault="00DD724B" w:rsidP="00A43B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677" w:type="dxa"/>
            <w:gridSpan w:val="2"/>
          </w:tcPr>
          <w:p w:rsidR="00DD724B" w:rsidRDefault="00DD724B" w:rsidP="00A43B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</w:tcPr>
          <w:p w:rsidR="00DD724B" w:rsidRDefault="00DD724B" w:rsidP="00A43B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</w:tcPr>
          <w:p w:rsidR="00DD724B" w:rsidRDefault="00DD724B" w:rsidP="00A43B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701" w:type="dxa"/>
            <w:gridSpan w:val="2"/>
          </w:tcPr>
          <w:p w:rsidR="00DD724B" w:rsidRDefault="00DD724B" w:rsidP="00A43B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39" w:type="dxa"/>
          </w:tcPr>
          <w:p w:rsidR="00DD724B" w:rsidRPr="006112E1" w:rsidRDefault="00DD724B" w:rsidP="009C49E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2E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Распоряжение Правительства РФ от 23.10.2015 N 2145-р "О программе "Содействие созданию в субъектах Российской Федерации (исходя из прогнозируемой потребности) новых мест в общеобразовательных организациях" на 2016 - 2025 годы"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;</w:t>
            </w:r>
          </w:p>
          <w:p w:rsidR="00DD724B" w:rsidRPr="006112E1" w:rsidRDefault="00DD724B" w:rsidP="009C49E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 Свердловской области  от 29.12.2016 №919 –ПП «Развитие системы образования в Свердловской области до 2024 года»</w:t>
            </w:r>
          </w:p>
        </w:tc>
      </w:tr>
      <w:tr w:rsidR="00DD724B" w:rsidRPr="003E6CD2" w:rsidTr="005E5D74">
        <w:tc>
          <w:tcPr>
            <w:tcW w:w="629" w:type="dxa"/>
          </w:tcPr>
          <w:p w:rsidR="00DD724B" w:rsidRDefault="00DD724B" w:rsidP="00923B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4459" w:type="dxa"/>
            <w:gridSpan w:val="12"/>
          </w:tcPr>
          <w:p w:rsidR="00DD724B" w:rsidRPr="003E6CD2" w:rsidRDefault="00DD724B" w:rsidP="000A54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A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9F4A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0A5425">
              <w:rPr>
                <w:rFonts w:ascii="Times New Roman" w:hAnsi="Times New Roman"/>
                <w:b/>
                <w:sz w:val="24"/>
                <w:szCs w:val="24"/>
              </w:rPr>
              <w:t>Создание современных спортивных площадок на территории муниципальных образовательных организаций</w:t>
            </w:r>
            <w:r w:rsidRPr="006112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6112E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DD724B" w:rsidRPr="003E6CD2" w:rsidTr="005E5D74">
        <w:tc>
          <w:tcPr>
            <w:tcW w:w="629" w:type="dxa"/>
          </w:tcPr>
          <w:p w:rsidR="00DD724B" w:rsidRDefault="00DD724B" w:rsidP="00923B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459" w:type="dxa"/>
            <w:gridSpan w:val="12"/>
          </w:tcPr>
          <w:p w:rsidR="00DD724B" w:rsidRPr="003E6CD2" w:rsidRDefault="00DD724B" w:rsidP="000A54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25 </w:t>
            </w:r>
            <w:r w:rsidRPr="000A542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0A5425">
              <w:rPr>
                <w:rFonts w:ascii="Times New Roman" w:hAnsi="Times New Roman"/>
                <w:b/>
                <w:sz w:val="24"/>
                <w:szCs w:val="24"/>
              </w:rPr>
              <w:t>Создание благоприятных условий для занятий физической культурой и спортом</w:t>
            </w:r>
            <w:r w:rsidRPr="000A542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DD724B" w:rsidRPr="003E6CD2" w:rsidTr="005E5D74">
        <w:tc>
          <w:tcPr>
            <w:tcW w:w="629" w:type="dxa"/>
          </w:tcPr>
          <w:p w:rsidR="00DD724B" w:rsidRDefault="00DD724B" w:rsidP="004223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932" w:type="dxa"/>
          </w:tcPr>
          <w:p w:rsidR="00DD724B" w:rsidRPr="005D0CA2" w:rsidRDefault="00DD724B" w:rsidP="00131A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CA2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  <w:p w:rsidR="00DD724B" w:rsidRPr="006112E1" w:rsidRDefault="00DD724B" w:rsidP="00131ABD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муниципальных образовательных организаций, в которых приобретены современные  спортивные площадки.</w:t>
            </w:r>
          </w:p>
        </w:tc>
        <w:tc>
          <w:tcPr>
            <w:tcW w:w="992" w:type="dxa"/>
            <w:gridSpan w:val="2"/>
          </w:tcPr>
          <w:p w:rsidR="00DD724B" w:rsidRDefault="00DD724B" w:rsidP="000A542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677" w:type="dxa"/>
            <w:gridSpan w:val="2"/>
          </w:tcPr>
          <w:p w:rsidR="00DD724B" w:rsidRDefault="00DD724B" w:rsidP="000A54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</w:tcPr>
          <w:p w:rsidR="00DD724B" w:rsidRDefault="00DD724B" w:rsidP="000A54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</w:tcPr>
          <w:p w:rsidR="00DD724B" w:rsidRDefault="00DD724B" w:rsidP="000A54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DD724B" w:rsidRDefault="00DD724B" w:rsidP="000A54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39" w:type="dxa"/>
          </w:tcPr>
          <w:p w:rsidR="00DD724B" w:rsidRPr="00067EED" w:rsidRDefault="00DD724B" w:rsidP="00AB6DE4">
            <w:pPr>
              <w:pStyle w:val="ConsPlusNormal"/>
              <w:ind w:firstLine="0"/>
              <w:jc w:val="both"/>
            </w:pPr>
            <w:hyperlink r:id="rId29" w:history="1">
              <w:r w:rsidRPr="00067EED">
                <w:rPr>
                  <w:rFonts w:ascii="Times New Roman" w:hAnsi="Times New Roman" w:cs="Times New Roman"/>
                  <w:sz w:val="24"/>
                  <w:szCs w:val="24"/>
                </w:rPr>
                <w:t>Федеральный закон от 29 декабря 2012 года N 273-ФЗ "Об образовании в Российской Федерации"</w:t>
              </w:r>
            </w:hyperlink>
            <w:r w:rsidRPr="00067EED">
              <w:t xml:space="preserve">, </w:t>
            </w:r>
            <w:r w:rsidRPr="00067EED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правила и нормативы</w:t>
            </w:r>
          </w:p>
        </w:tc>
      </w:tr>
    </w:tbl>
    <w:p w:rsidR="00DD724B" w:rsidRDefault="00DD724B" w:rsidP="00DF1E29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DD724B" w:rsidRDefault="00DD724B" w:rsidP="00DF1E29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DD724B" w:rsidRDefault="00DD724B" w:rsidP="00D602C3">
      <w:pPr>
        <w:pStyle w:val="NormalWeb"/>
        <w:rPr>
          <w:rFonts w:ascii="Times New Roman" w:hAnsi="Times New Roman"/>
          <w:sz w:val="28"/>
          <w:szCs w:val="28"/>
        </w:rPr>
      </w:pPr>
    </w:p>
    <w:p w:rsidR="00DD724B" w:rsidRDefault="00DD724B" w:rsidP="00D602C3">
      <w:pPr>
        <w:pStyle w:val="NormalWeb"/>
        <w:rPr>
          <w:rFonts w:ascii="Times New Roman" w:hAnsi="Times New Roman"/>
          <w:sz w:val="28"/>
          <w:szCs w:val="28"/>
        </w:rPr>
      </w:pPr>
    </w:p>
    <w:p w:rsidR="00DD724B" w:rsidRDefault="00DD724B" w:rsidP="00D602C3">
      <w:pPr>
        <w:pStyle w:val="NormalWeb"/>
        <w:rPr>
          <w:rFonts w:ascii="Times New Roman" w:hAnsi="Times New Roman"/>
          <w:sz w:val="28"/>
          <w:szCs w:val="28"/>
        </w:rPr>
      </w:pPr>
    </w:p>
    <w:p w:rsidR="00DD724B" w:rsidRDefault="00DD724B" w:rsidP="00D602C3">
      <w:pPr>
        <w:pStyle w:val="NormalWeb"/>
        <w:rPr>
          <w:rFonts w:ascii="Times New Roman" w:hAnsi="Times New Roman"/>
          <w:sz w:val="28"/>
          <w:szCs w:val="28"/>
        </w:rPr>
      </w:pPr>
    </w:p>
    <w:sectPr w:rsidR="00DD724B" w:rsidSect="003B3A80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86BFF"/>
    <w:multiLevelType w:val="hybridMultilevel"/>
    <w:tmpl w:val="62C6BFF4"/>
    <w:lvl w:ilvl="0" w:tplc="529CC43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056D"/>
    <w:rsid w:val="00035339"/>
    <w:rsid w:val="00045D43"/>
    <w:rsid w:val="00066EA1"/>
    <w:rsid w:val="00067EED"/>
    <w:rsid w:val="00070EC6"/>
    <w:rsid w:val="000940AE"/>
    <w:rsid w:val="000A5425"/>
    <w:rsid w:val="000B25DD"/>
    <w:rsid w:val="000B332B"/>
    <w:rsid w:val="000C41A9"/>
    <w:rsid w:val="000F4EDA"/>
    <w:rsid w:val="000F70DB"/>
    <w:rsid w:val="00103DAB"/>
    <w:rsid w:val="00112C57"/>
    <w:rsid w:val="00131ABD"/>
    <w:rsid w:val="00144400"/>
    <w:rsid w:val="00150D54"/>
    <w:rsid w:val="001514EE"/>
    <w:rsid w:val="001712B0"/>
    <w:rsid w:val="001A3C73"/>
    <w:rsid w:val="001F753F"/>
    <w:rsid w:val="001F7E20"/>
    <w:rsid w:val="00203559"/>
    <w:rsid w:val="00210BF3"/>
    <w:rsid w:val="002271F2"/>
    <w:rsid w:val="00231CA1"/>
    <w:rsid w:val="00240557"/>
    <w:rsid w:val="00272A84"/>
    <w:rsid w:val="00276F94"/>
    <w:rsid w:val="00281DCB"/>
    <w:rsid w:val="002822E5"/>
    <w:rsid w:val="00284989"/>
    <w:rsid w:val="002A4731"/>
    <w:rsid w:val="002A5CEB"/>
    <w:rsid w:val="002A73B4"/>
    <w:rsid w:val="002C56EA"/>
    <w:rsid w:val="002C5F94"/>
    <w:rsid w:val="002F06F4"/>
    <w:rsid w:val="002F5340"/>
    <w:rsid w:val="00310486"/>
    <w:rsid w:val="00323A47"/>
    <w:rsid w:val="00352CEA"/>
    <w:rsid w:val="0036320E"/>
    <w:rsid w:val="003739B1"/>
    <w:rsid w:val="0037469A"/>
    <w:rsid w:val="003761AE"/>
    <w:rsid w:val="003829C5"/>
    <w:rsid w:val="003A0CD6"/>
    <w:rsid w:val="003A375D"/>
    <w:rsid w:val="003A4FAB"/>
    <w:rsid w:val="003B3A80"/>
    <w:rsid w:val="003B5499"/>
    <w:rsid w:val="003D3457"/>
    <w:rsid w:val="003E6CD2"/>
    <w:rsid w:val="003F43CD"/>
    <w:rsid w:val="004052D9"/>
    <w:rsid w:val="004174C1"/>
    <w:rsid w:val="00422355"/>
    <w:rsid w:val="004509C6"/>
    <w:rsid w:val="00457FA5"/>
    <w:rsid w:val="00476583"/>
    <w:rsid w:val="004A576E"/>
    <w:rsid w:val="004C2879"/>
    <w:rsid w:val="004D3E6E"/>
    <w:rsid w:val="004E0F4B"/>
    <w:rsid w:val="00504BA0"/>
    <w:rsid w:val="00512A28"/>
    <w:rsid w:val="005134AD"/>
    <w:rsid w:val="0052291F"/>
    <w:rsid w:val="00530E08"/>
    <w:rsid w:val="00532291"/>
    <w:rsid w:val="005644FF"/>
    <w:rsid w:val="00583B67"/>
    <w:rsid w:val="00585CB2"/>
    <w:rsid w:val="0059193C"/>
    <w:rsid w:val="005B3B73"/>
    <w:rsid w:val="005C2A56"/>
    <w:rsid w:val="005D0CA2"/>
    <w:rsid w:val="005E5D74"/>
    <w:rsid w:val="005E7F8E"/>
    <w:rsid w:val="005F68B0"/>
    <w:rsid w:val="005F7D08"/>
    <w:rsid w:val="006112E1"/>
    <w:rsid w:val="00613EDC"/>
    <w:rsid w:val="00630523"/>
    <w:rsid w:val="00635AB1"/>
    <w:rsid w:val="00636CC5"/>
    <w:rsid w:val="006512B2"/>
    <w:rsid w:val="00675DC8"/>
    <w:rsid w:val="00691512"/>
    <w:rsid w:val="00695827"/>
    <w:rsid w:val="006B15C2"/>
    <w:rsid w:val="006B272E"/>
    <w:rsid w:val="006B3AC5"/>
    <w:rsid w:val="006B5934"/>
    <w:rsid w:val="006C7A5F"/>
    <w:rsid w:val="006F362C"/>
    <w:rsid w:val="0074226B"/>
    <w:rsid w:val="007474E2"/>
    <w:rsid w:val="00762EA5"/>
    <w:rsid w:val="007755E8"/>
    <w:rsid w:val="00791CEB"/>
    <w:rsid w:val="007A03AA"/>
    <w:rsid w:val="007A0595"/>
    <w:rsid w:val="007A2492"/>
    <w:rsid w:val="007C164A"/>
    <w:rsid w:val="007C6A3F"/>
    <w:rsid w:val="007D0BD9"/>
    <w:rsid w:val="007D18E1"/>
    <w:rsid w:val="007D2F24"/>
    <w:rsid w:val="007F4027"/>
    <w:rsid w:val="00800223"/>
    <w:rsid w:val="00823680"/>
    <w:rsid w:val="00825769"/>
    <w:rsid w:val="0083052D"/>
    <w:rsid w:val="008305B2"/>
    <w:rsid w:val="00835781"/>
    <w:rsid w:val="008521F1"/>
    <w:rsid w:val="00866C82"/>
    <w:rsid w:val="008732CF"/>
    <w:rsid w:val="00894E5A"/>
    <w:rsid w:val="008A0691"/>
    <w:rsid w:val="008B6494"/>
    <w:rsid w:val="008B6FFD"/>
    <w:rsid w:val="008C2939"/>
    <w:rsid w:val="008D5F93"/>
    <w:rsid w:val="008E3486"/>
    <w:rsid w:val="008E53DD"/>
    <w:rsid w:val="00917A75"/>
    <w:rsid w:val="009217F6"/>
    <w:rsid w:val="00923B60"/>
    <w:rsid w:val="00937B66"/>
    <w:rsid w:val="00947B8E"/>
    <w:rsid w:val="009549C4"/>
    <w:rsid w:val="009724D6"/>
    <w:rsid w:val="00981E76"/>
    <w:rsid w:val="009A17C1"/>
    <w:rsid w:val="009B0176"/>
    <w:rsid w:val="009B56AC"/>
    <w:rsid w:val="009B5A75"/>
    <w:rsid w:val="009C49E2"/>
    <w:rsid w:val="009D056D"/>
    <w:rsid w:val="009D0B2D"/>
    <w:rsid w:val="009D4209"/>
    <w:rsid w:val="009D4428"/>
    <w:rsid w:val="009E04FE"/>
    <w:rsid w:val="009E1D7B"/>
    <w:rsid w:val="009E2ED7"/>
    <w:rsid w:val="009F4A40"/>
    <w:rsid w:val="00A139C8"/>
    <w:rsid w:val="00A15B1B"/>
    <w:rsid w:val="00A15DB2"/>
    <w:rsid w:val="00A400EB"/>
    <w:rsid w:val="00A43BB6"/>
    <w:rsid w:val="00A6705B"/>
    <w:rsid w:val="00A700C7"/>
    <w:rsid w:val="00A92972"/>
    <w:rsid w:val="00AA09FE"/>
    <w:rsid w:val="00AB6DE4"/>
    <w:rsid w:val="00AD7031"/>
    <w:rsid w:val="00B06E6C"/>
    <w:rsid w:val="00B27563"/>
    <w:rsid w:val="00B36EFF"/>
    <w:rsid w:val="00B41220"/>
    <w:rsid w:val="00B50EF1"/>
    <w:rsid w:val="00B64A6E"/>
    <w:rsid w:val="00B64A93"/>
    <w:rsid w:val="00B75731"/>
    <w:rsid w:val="00B76C92"/>
    <w:rsid w:val="00B77153"/>
    <w:rsid w:val="00B915B9"/>
    <w:rsid w:val="00B92074"/>
    <w:rsid w:val="00BA7BF3"/>
    <w:rsid w:val="00BD2457"/>
    <w:rsid w:val="00BD28D0"/>
    <w:rsid w:val="00C07359"/>
    <w:rsid w:val="00C118AB"/>
    <w:rsid w:val="00C22461"/>
    <w:rsid w:val="00C35F08"/>
    <w:rsid w:val="00C435C6"/>
    <w:rsid w:val="00C45EDE"/>
    <w:rsid w:val="00C56BB5"/>
    <w:rsid w:val="00C67733"/>
    <w:rsid w:val="00C718BC"/>
    <w:rsid w:val="00C95611"/>
    <w:rsid w:val="00CB1358"/>
    <w:rsid w:val="00CE1206"/>
    <w:rsid w:val="00CE3741"/>
    <w:rsid w:val="00CE3A76"/>
    <w:rsid w:val="00CE6163"/>
    <w:rsid w:val="00CF0C30"/>
    <w:rsid w:val="00CF63B2"/>
    <w:rsid w:val="00D0770C"/>
    <w:rsid w:val="00D166F0"/>
    <w:rsid w:val="00D24E47"/>
    <w:rsid w:val="00D302B3"/>
    <w:rsid w:val="00D4438C"/>
    <w:rsid w:val="00D602C3"/>
    <w:rsid w:val="00D90FAE"/>
    <w:rsid w:val="00D91DEF"/>
    <w:rsid w:val="00DB4B1C"/>
    <w:rsid w:val="00DC2FDB"/>
    <w:rsid w:val="00DD253D"/>
    <w:rsid w:val="00DD4071"/>
    <w:rsid w:val="00DD724B"/>
    <w:rsid w:val="00DE10E9"/>
    <w:rsid w:val="00DF1E29"/>
    <w:rsid w:val="00E15D82"/>
    <w:rsid w:val="00E20157"/>
    <w:rsid w:val="00E3004C"/>
    <w:rsid w:val="00E85D7E"/>
    <w:rsid w:val="00EC4D3B"/>
    <w:rsid w:val="00EE5DFF"/>
    <w:rsid w:val="00EF777E"/>
    <w:rsid w:val="00EF7D06"/>
    <w:rsid w:val="00F01091"/>
    <w:rsid w:val="00F12CC8"/>
    <w:rsid w:val="00F1453F"/>
    <w:rsid w:val="00F17798"/>
    <w:rsid w:val="00F27E77"/>
    <w:rsid w:val="00F426C7"/>
    <w:rsid w:val="00F577C2"/>
    <w:rsid w:val="00F77471"/>
    <w:rsid w:val="00F8747D"/>
    <w:rsid w:val="00F93B1B"/>
    <w:rsid w:val="00FB2EB0"/>
    <w:rsid w:val="00FB6BD9"/>
    <w:rsid w:val="00FD736B"/>
    <w:rsid w:val="00FE40E0"/>
    <w:rsid w:val="00FE5091"/>
    <w:rsid w:val="00FF5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56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D056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D056D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D056D"/>
    <w:rPr>
      <w:rFonts w:ascii="Times New Roman" w:hAnsi="Times New Rom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9D056D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HeaderChar1">
    <w:name w:val="Header Char1"/>
    <w:basedOn w:val="DefaultParagraphFont"/>
    <w:link w:val="Header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D056D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9D056D"/>
    <w:pPr>
      <w:tabs>
        <w:tab w:val="center" w:pos="4677"/>
        <w:tab w:val="right" w:pos="9355"/>
      </w:tabs>
    </w:pPr>
  </w:style>
  <w:style w:type="character" w:customStyle="1" w:styleId="FooterChar1">
    <w:name w:val="Footer Char1"/>
    <w:basedOn w:val="DefaultParagraphFont"/>
    <w:link w:val="Footer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D056D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DocumentMap">
    <w:name w:val="Document Map"/>
    <w:basedOn w:val="Normal"/>
    <w:link w:val="DocumentMapChar"/>
    <w:uiPriority w:val="99"/>
    <w:semiHidden/>
    <w:rsid w:val="009D056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1">
    <w:name w:val="Document Map Char1"/>
    <w:basedOn w:val="DefaultParagraphFont"/>
    <w:link w:val="DocumentMap"/>
    <w:uiPriority w:val="99"/>
    <w:semiHidden/>
    <w:rPr>
      <w:rFonts w:ascii="Times New Roman" w:hAnsi="Times New Roman" w:cs="Times New Roman"/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056D"/>
    <w:rPr>
      <w:rFonts w:ascii="Tahoma" w:hAnsi="Tahoma" w:cs="Tahoma"/>
      <w:sz w:val="16"/>
      <w:szCs w:val="16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9D056D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Pr>
      <w:rFonts w:ascii="Times New Roman" w:hAnsi="Times New Roman" w:cs="Times New Roman"/>
      <w:sz w:val="2"/>
    </w:rPr>
  </w:style>
  <w:style w:type="paragraph" w:customStyle="1" w:styleId="ConsPlusNormal">
    <w:name w:val="ConsPlusNormal"/>
    <w:uiPriority w:val="99"/>
    <w:rsid w:val="009D056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semiHidden/>
    <w:rsid w:val="009D056D"/>
    <w:rPr>
      <w:rFonts w:cs="Times New Roman"/>
      <w:color w:val="0000FF"/>
      <w:u w:val="single"/>
    </w:rPr>
  </w:style>
  <w:style w:type="paragraph" w:styleId="NoSpacing">
    <w:name w:val="No Spacing"/>
    <w:link w:val="NoSpacingChar"/>
    <w:uiPriority w:val="99"/>
    <w:qFormat/>
    <w:rsid w:val="00D166F0"/>
    <w:rPr>
      <w:lang w:eastAsia="en-US"/>
    </w:rPr>
  </w:style>
  <w:style w:type="character" w:customStyle="1" w:styleId="NoSpacingChar">
    <w:name w:val="No Spacing Char"/>
    <w:link w:val="NoSpacing"/>
    <w:uiPriority w:val="99"/>
    <w:locked/>
    <w:rsid w:val="00D166F0"/>
    <w:rPr>
      <w:sz w:val="22"/>
      <w:lang w:val="ru-RU" w:eastAsia="en-US"/>
    </w:rPr>
  </w:style>
  <w:style w:type="table" w:styleId="LightShading-Accent5">
    <w:name w:val="Light Shading Accent 5"/>
    <w:basedOn w:val="TableNormal"/>
    <w:uiPriority w:val="99"/>
    <w:rsid w:val="00FD736B"/>
    <w:rPr>
      <w:color w:val="31849B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character" w:customStyle="1" w:styleId="1">
    <w:name w:val="Основной текст Знак1"/>
    <w:uiPriority w:val="99"/>
    <w:locked/>
    <w:rsid w:val="00DF1E29"/>
    <w:rPr>
      <w:rFonts w:ascii="Times New Roman" w:hAnsi="Times New Roman"/>
      <w:sz w:val="26"/>
      <w:shd w:val="clear" w:color="auto" w:fill="FFFFFF"/>
    </w:rPr>
  </w:style>
  <w:style w:type="paragraph" w:styleId="NormalWeb">
    <w:name w:val="Normal (Web)"/>
    <w:basedOn w:val="Normal"/>
    <w:uiPriority w:val="99"/>
    <w:semiHidden/>
    <w:rsid w:val="00D602C3"/>
    <w:pPr>
      <w:spacing w:before="136" w:after="136"/>
      <w:ind w:left="136" w:right="136"/>
    </w:pPr>
    <w:rPr>
      <w:rFonts w:ascii="Verdana" w:hAnsi="Verdana"/>
      <w:color w:val="424242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3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4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4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4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37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345105" TargetMode="External"/><Relationship Id="rId13" Type="http://schemas.openxmlformats.org/officeDocument/2006/relationships/hyperlink" Target="http://docs.cntd.ru/document/9043973" TargetMode="External"/><Relationship Id="rId18" Type="http://schemas.openxmlformats.org/officeDocument/2006/relationships/hyperlink" Target="http://docs.cntd.ru/document/453135975" TargetMode="External"/><Relationship Id="rId26" Type="http://schemas.openxmlformats.org/officeDocument/2006/relationships/hyperlink" Target="http://docs.cntd.ru/document/902389617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docs.cntd.ru/document/499033904" TargetMode="External"/><Relationship Id="rId7" Type="http://schemas.openxmlformats.org/officeDocument/2006/relationships/hyperlink" Target="http://docs.cntd.ru/document/453135975" TargetMode="External"/><Relationship Id="rId12" Type="http://schemas.openxmlformats.org/officeDocument/2006/relationships/hyperlink" Target="http://docs.cntd.ru/document/902389617" TargetMode="External"/><Relationship Id="rId17" Type="http://schemas.openxmlformats.org/officeDocument/2006/relationships/hyperlink" Target="http://docs.cntd.ru/document/902345105" TargetMode="External"/><Relationship Id="rId25" Type="http://schemas.openxmlformats.org/officeDocument/2006/relationships/hyperlink" Target="http://docs.cntd.ru/document/902389617" TargetMode="External"/><Relationship Id="rId2" Type="http://schemas.openxmlformats.org/officeDocument/2006/relationships/styles" Target="styles.xml"/><Relationship Id="rId16" Type="http://schemas.openxmlformats.org/officeDocument/2006/relationships/hyperlink" Target="http://docs.cntd.ru/document/902345103" TargetMode="External"/><Relationship Id="rId20" Type="http://schemas.openxmlformats.org/officeDocument/2006/relationships/hyperlink" Target="http://docs.cntd.ru/document/902387360" TargetMode="External"/><Relationship Id="rId29" Type="http://schemas.openxmlformats.org/officeDocument/2006/relationships/hyperlink" Target="http://docs.cntd.ru/document/90238961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453135975" TargetMode="External"/><Relationship Id="rId11" Type="http://schemas.openxmlformats.org/officeDocument/2006/relationships/hyperlink" Target="http://docs.cntd.ru/document/902389617" TargetMode="External"/><Relationship Id="rId24" Type="http://schemas.openxmlformats.org/officeDocument/2006/relationships/hyperlink" Target="http://docs.cntd.ru/document/420243830" TargetMode="External"/><Relationship Id="rId5" Type="http://schemas.openxmlformats.org/officeDocument/2006/relationships/hyperlink" Target="file:///C:\Users\Vladislav\Desktop\&#1052;&#1091;&#1085;&#1080;&#1094;&#1080;&#1087;&#1072;&#1083;&#1100;&#1085;&#1099;&#1077;%20&#1087;&#1088;&#1086;&#1075;&#1088;&#1072;&#1084;&#1084;&#1099;\&#1055;&#1086;&#1088;&#1103;&#1076;&#1086;&#1082;%20&#1088;&#1072;&#1079;&#1088;&#1072;&#1073;&#1086;&#1090;&#1082;&#1080;%20&#1087;&#1088;&#1086;&#1075;&#1088;&#1072;&#1084;&#1084;%20&#1089;%202017%20&#1075;&#1086;&#1076;&#1072;%20&#1085;&#1086;&#1074;&#1099;&#1081;.docx" TargetMode="External"/><Relationship Id="rId15" Type="http://schemas.openxmlformats.org/officeDocument/2006/relationships/hyperlink" Target="http://docs.cntd.ru/document/902389617" TargetMode="External"/><Relationship Id="rId23" Type="http://schemas.openxmlformats.org/officeDocument/2006/relationships/hyperlink" Target="http://docs.cntd.ru/document/902389617" TargetMode="External"/><Relationship Id="rId28" Type="http://schemas.openxmlformats.org/officeDocument/2006/relationships/hyperlink" Target="http://docs.cntd.ru/document/453128797" TargetMode="External"/><Relationship Id="rId10" Type="http://schemas.openxmlformats.org/officeDocument/2006/relationships/hyperlink" Target="http://docs.cntd.ru/document/902389617" TargetMode="External"/><Relationship Id="rId19" Type="http://schemas.openxmlformats.org/officeDocument/2006/relationships/hyperlink" Target="http://docs.cntd.ru/document/412301292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2389617" TargetMode="External"/><Relationship Id="rId14" Type="http://schemas.openxmlformats.org/officeDocument/2006/relationships/hyperlink" Target="http://docs.cntd.ru/document/902345105" TargetMode="External"/><Relationship Id="rId22" Type="http://schemas.openxmlformats.org/officeDocument/2006/relationships/hyperlink" Target="http://docs.cntd.ru/document/902389617" TargetMode="External"/><Relationship Id="rId27" Type="http://schemas.openxmlformats.org/officeDocument/2006/relationships/hyperlink" Target="http://docs.cntd.ru/document/902389617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18</Pages>
  <Words>4002</Words>
  <Characters>22817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Приложение № 1</dc:title>
  <dc:subject/>
  <dc:creator>Vladislav</dc:creator>
  <cp:keywords/>
  <dc:description/>
  <cp:lastModifiedBy>1</cp:lastModifiedBy>
  <cp:revision>2</cp:revision>
  <cp:lastPrinted>2020-06-04T11:38:00Z</cp:lastPrinted>
  <dcterms:created xsi:type="dcterms:W3CDTF">2020-06-04T11:39:00Z</dcterms:created>
  <dcterms:modified xsi:type="dcterms:W3CDTF">2020-06-04T11:39:00Z</dcterms:modified>
</cp:coreProperties>
</file>